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2884FC14">
                <wp:simplePos x="0" y="0"/>
                <wp:positionH relativeFrom="column">
                  <wp:posOffset>-611505</wp:posOffset>
                </wp:positionH>
                <wp:positionV relativeFrom="paragraph">
                  <wp:posOffset>-374138</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D118A89" id="Group 26" o:spid="_x0000_s1026" style="position:absolute;margin-left:-48.15pt;margin-top:-29.45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" path="m264956,770429l471046,385215,338548,137535r-29413,55053l412179,385215,235503,715377,58866,385215,264956,,206090,,,385215,206090,770429r58866,xe" filled="f" stroked="f">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502463EE">
                <wp:simplePos x="0" y="0"/>
                <wp:positionH relativeFrom="page">
                  <wp:posOffset>0</wp:posOffset>
                </wp:positionH>
                <wp:positionV relativeFrom="page">
                  <wp:posOffset>-47625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CA357" id="Freeform: Shape 10" o:spid="_x0000_s1026" style="position:absolute;margin-left:0;margin-top:-3.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JTrPXxE3gEARN4BABUAAABkcnMvbWVkaWEvaW1hZ2UxLmpwZWf/2P/g&#10;ABBKRklGAAEBAQCWAJYAAP/bAEMACAYGBwYFCAcHBwkJCAoMFA0MCwsMGRITDxQdGh8eHRocHCAk&#10;LicgIiwjHBwoNyksMDE0NDQfJzk9ODI8LjM0Mv/bAEMBCQkJDAsMGA0NGDIhHCEyMjIyMjIyMjIy&#10;MjIyMjIyMjIyMjIyMjIyMjIyMjIyMjIyMjIyMjIyMjIyMjIyMjIyMv/AABEIAa8E2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556E3FF3" w:rsidR="004022B4" w:rsidRPr="0008634F" w:rsidRDefault="00747C07" w:rsidP="00797F40">
      <w:pPr>
        <w:pStyle w:val="RTDocType"/>
        <w:rPr>
          <w:lang w:val="fr-FR"/>
        </w:rPr>
      </w:pPr>
      <w:r>
        <w:rPr>
          <w:lang w:val="fr-FR"/>
        </w:rPr>
        <w:t>Communiqué de presse</w:t>
      </w:r>
    </w:p>
    <w:p w14:paraId="10C7654A" w14:textId="668CAB21" w:rsidR="00797F40" w:rsidRPr="0008634F" w:rsidRDefault="00674AC5" w:rsidP="00797F40">
      <w:pPr>
        <w:pStyle w:val="RTDate"/>
        <w:rPr>
          <w:lang w:val="fr-FR"/>
        </w:rPr>
      </w:pPr>
      <w:r>
        <w:rPr>
          <w:noProof/>
          <w:lang w:val="fr-FR"/>
        </w:rPr>
        <w:t>JANVIER</w:t>
      </w:r>
      <w:r w:rsidR="00A650EA" w:rsidRPr="0008634F">
        <w:rPr>
          <w:noProof/>
          <w:lang w:val="fr-FR"/>
        </w:rPr>
        <w:t xml:space="preserve"> 202</w:t>
      </w:r>
      <w:r>
        <w:rPr>
          <w:noProof/>
          <w:lang w:val="fr-FR"/>
        </w:rPr>
        <w:t>5</w:t>
      </w:r>
    </w:p>
    <w:p w14:paraId="28D2A163" w14:textId="77777777" w:rsidR="00EC5F81" w:rsidRPr="00744C79" w:rsidRDefault="00EC5F81" w:rsidP="00EC5F81">
      <w:pPr>
        <w:spacing w:line="276" w:lineRule="auto"/>
        <w:rPr>
          <w:b/>
          <w:bCs/>
          <w:sz w:val="44"/>
          <w:szCs w:val="44"/>
          <w:lang w:val="fr-FR"/>
        </w:rPr>
      </w:pPr>
    </w:p>
    <w:p w14:paraId="26AA5E39" w14:textId="4F3B6ACC" w:rsidR="00674AC5" w:rsidRDefault="00674AC5" w:rsidP="00674AC5">
      <w:pPr>
        <w:spacing w:after="160" w:line="259" w:lineRule="auto"/>
        <w:rPr>
          <w:b/>
          <w:bCs/>
          <w:sz w:val="56"/>
          <w:szCs w:val="56"/>
          <w:lang w:val="fr-FR"/>
        </w:rPr>
      </w:pPr>
      <w:proofErr w:type="spellStart"/>
      <w:r w:rsidRPr="00674AC5">
        <w:rPr>
          <w:b/>
          <w:bCs/>
          <w:sz w:val="56"/>
          <w:szCs w:val="56"/>
          <w:lang w:val="fr-FR"/>
        </w:rPr>
        <w:t>Bidfood</w:t>
      </w:r>
      <w:proofErr w:type="spellEnd"/>
      <w:r w:rsidRPr="00674AC5">
        <w:rPr>
          <w:b/>
          <w:bCs/>
          <w:sz w:val="56"/>
          <w:szCs w:val="56"/>
          <w:lang w:val="fr-FR"/>
        </w:rPr>
        <w:t xml:space="preserve"> </w:t>
      </w:r>
      <w:proofErr w:type="spellStart"/>
      <w:r w:rsidRPr="00674AC5">
        <w:rPr>
          <w:b/>
          <w:bCs/>
          <w:sz w:val="56"/>
          <w:szCs w:val="56"/>
          <w:lang w:val="fr-FR"/>
        </w:rPr>
        <w:t>Netherlands</w:t>
      </w:r>
      <w:proofErr w:type="spellEnd"/>
      <w:r w:rsidRPr="00674AC5">
        <w:rPr>
          <w:b/>
          <w:bCs/>
          <w:sz w:val="56"/>
          <w:szCs w:val="56"/>
          <w:lang w:val="fr-FR"/>
        </w:rPr>
        <w:t xml:space="preserve"> </w:t>
      </w:r>
      <w:r w:rsidR="00580A83">
        <w:rPr>
          <w:b/>
          <w:bCs/>
          <w:sz w:val="56"/>
          <w:szCs w:val="56"/>
          <w:lang w:val="fr-FR"/>
        </w:rPr>
        <w:t>décarbone sa logistique avec 50</w:t>
      </w:r>
      <w:r w:rsidRPr="00674AC5">
        <w:rPr>
          <w:b/>
          <w:bCs/>
          <w:sz w:val="56"/>
          <w:szCs w:val="56"/>
          <w:lang w:val="fr-FR"/>
        </w:rPr>
        <w:t xml:space="preserve"> Renault Trucks </w:t>
      </w:r>
      <w:r w:rsidR="00580A83">
        <w:rPr>
          <w:b/>
          <w:bCs/>
          <w:sz w:val="56"/>
          <w:szCs w:val="56"/>
          <w:lang w:val="fr-FR"/>
        </w:rPr>
        <w:t>E-Tech</w:t>
      </w:r>
    </w:p>
    <w:p w14:paraId="170E8C78" w14:textId="24A34AA7" w:rsidR="00674AC5" w:rsidRPr="00BC4ABA" w:rsidRDefault="00674AC5" w:rsidP="00BC4ABA">
      <w:pPr>
        <w:spacing w:after="160" w:line="276" w:lineRule="auto"/>
        <w:rPr>
          <w:b/>
          <w:bCs/>
          <w:sz w:val="22"/>
          <w:szCs w:val="22"/>
          <w:lang w:val="fr-FR"/>
        </w:rPr>
      </w:pPr>
      <w:r w:rsidRPr="00674AC5">
        <w:rPr>
          <w:sz w:val="22"/>
          <w:szCs w:val="22"/>
          <w:lang w:val="fr-FR"/>
        </w:rPr>
        <w:br/>
      </w:r>
      <w:r w:rsidRPr="007E63C9">
        <w:rPr>
          <w:b/>
          <w:bCs/>
          <w:sz w:val="22"/>
          <w:szCs w:val="22"/>
          <w:lang w:val="fr-FR"/>
        </w:rPr>
        <w:t>Avec l’intégration progressive</w:t>
      </w:r>
      <w:r w:rsidRPr="00BC4ABA">
        <w:rPr>
          <w:b/>
          <w:bCs/>
          <w:sz w:val="22"/>
          <w:szCs w:val="22"/>
          <w:lang w:val="fr-FR"/>
        </w:rPr>
        <w:t>, depuis 2021,</w:t>
      </w:r>
      <w:r w:rsidRPr="007E63C9">
        <w:rPr>
          <w:b/>
          <w:bCs/>
          <w:sz w:val="22"/>
          <w:szCs w:val="22"/>
          <w:lang w:val="fr-FR"/>
        </w:rPr>
        <w:t xml:space="preserve"> de camions électriques Renault Trucks dans sa flotte, </w:t>
      </w:r>
      <w:proofErr w:type="spellStart"/>
      <w:r w:rsidRPr="007E63C9">
        <w:rPr>
          <w:b/>
          <w:bCs/>
          <w:sz w:val="22"/>
          <w:szCs w:val="22"/>
          <w:lang w:val="fr-FR"/>
        </w:rPr>
        <w:t>Bidfood</w:t>
      </w:r>
      <w:proofErr w:type="spellEnd"/>
      <w:r w:rsidRPr="007E63C9">
        <w:rPr>
          <w:b/>
          <w:bCs/>
          <w:sz w:val="22"/>
          <w:szCs w:val="22"/>
          <w:lang w:val="fr-FR"/>
        </w:rPr>
        <w:t xml:space="preserve"> </w:t>
      </w:r>
      <w:proofErr w:type="spellStart"/>
      <w:r w:rsidRPr="007E63C9">
        <w:rPr>
          <w:b/>
          <w:bCs/>
          <w:sz w:val="22"/>
          <w:szCs w:val="22"/>
          <w:lang w:val="fr-FR"/>
        </w:rPr>
        <w:t>Netherlands</w:t>
      </w:r>
      <w:proofErr w:type="spellEnd"/>
      <w:r w:rsidRPr="007E63C9">
        <w:rPr>
          <w:b/>
          <w:bCs/>
          <w:sz w:val="22"/>
          <w:szCs w:val="22"/>
          <w:lang w:val="fr-FR"/>
        </w:rPr>
        <w:t xml:space="preserve"> fait figure de pionnier dans la transition énergétique de la logistique alimentaire</w:t>
      </w:r>
      <w:r w:rsidRPr="00BC4ABA">
        <w:rPr>
          <w:b/>
          <w:bCs/>
          <w:sz w:val="22"/>
          <w:szCs w:val="22"/>
          <w:lang w:val="fr-FR"/>
        </w:rPr>
        <w:t xml:space="preserve"> aux Pays-Bas</w:t>
      </w:r>
      <w:r w:rsidRPr="007E63C9">
        <w:rPr>
          <w:b/>
          <w:bCs/>
          <w:sz w:val="22"/>
          <w:szCs w:val="22"/>
          <w:lang w:val="fr-FR"/>
        </w:rPr>
        <w:t xml:space="preserve">. </w:t>
      </w:r>
      <w:r w:rsidR="00A85AEF" w:rsidRPr="007E63C9">
        <w:rPr>
          <w:b/>
          <w:bCs/>
          <w:sz w:val="22"/>
          <w:szCs w:val="22"/>
          <w:lang w:val="fr-FR"/>
        </w:rPr>
        <w:t>À</w:t>
      </w:r>
      <w:r w:rsidR="00A85AEF">
        <w:rPr>
          <w:b/>
          <w:bCs/>
          <w:sz w:val="22"/>
          <w:szCs w:val="22"/>
          <w:lang w:val="fr-FR"/>
        </w:rPr>
        <w:t xml:space="preserve"> la tête d’une flotte de 25 camions Renault Trucks E-Tech, le transporteur s’apprête à en recevoir 25 supplémentaires. </w:t>
      </w:r>
      <w:bookmarkStart w:id="0" w:name="_Hlk187419428"/>
      <w:r w:rsidR="00F64FBA">
        <w:rPr>
          <w:b/>
          <w:bCs/>
          <w:sz w:val="22"/>
          <w:szCs w:val="22"/>
          <w:lang w:val="fr-FR"/>
        </w:rPr>
        <w:br/>
      </w:r>
      <w:r w:rsidR="00F64FBA">
        <w:rPr>
          <w:b/>
          <w:bCs/>
          <w:sz w:val="22"/>
          <w:szCs w:val="22"/>
          <w:lang w:val="fr-FR"/>
        </w:rPr>
        <w:br/>
      </w:r>
      <w:r w:rsidRPr="007E63C9">
        <w:rPr>
          <w:b/>
          <w:bCs/>
          <w:sz w:val="22"/>
          <w:szCs w:val="22"/>
          <w:lang w:val="fr-FR"/>
        </w:rPr>
        <w:t>À</w:t>
      </w:r>
      <w:bookmarkEnd w:id="0"/>
      <w:r w:rsidRPr="007E63C9">
        <w:rPr>
          <w:b/>
          <w:bCs/>
          <w:sz w:val="22"/>
          <w:szCs w:val="22"/>
          <w:lang w:val="fr-FR"/>
        </w:rPr>
        <w:t xml:space="preserve"> l’occasion d’une livraison récente à son client néerlandais, Renault Trucks a également franchi un cap symbolique : la production du 2000ᵉ </w:t>
      </w:r>
      <w:r w:rsidRPr="00BC4ABA">
        <w:rPr>
          <w:b/>
          <w:bCs/>
          <w:sz w:val="22"/>
          <w:szCs w:val="22"/>
          <w:lang w:val="fr-FR"/>
        </w:rPr>
        <w:t>camion</w:t>
      </w:r>
      <w:r w:rsidRPr="007E63C9">
        <w:rPr>
          <w:b/>
          <w:bCs/>
          <w:sz w:val="22"/>
          <w:szCs w:val="22"/>
          <w:lang w:val="fr-FR"/>
        </w:rPr>
        <w:t xml:space="preserve"> électrique dans son usine de Blainville-sur-Orne.</w:t>
      </w:r>
      <w:r w:rsidR="00580A83">
        <w:rPr>
          <w:b/>
          <w:bCs/>
          <w:sz w:val="22"/>
          <w:szCs w:val="22"/>
          <w:lang w:val="fr-FR"/>
        </w:rPr>
        <w:t xml:space="preserve"> </w:t>
      </w:r>
      <w:r w:rsidRPr="00BC4ABA">
        <w:rPr>
          <w:b/>
          <w:bCs/>
          <w:sz w:val="22"/>
          <w:szCs w:val="22"/>
          <w:lang w:val="fr-FR"/>
        </w:rPr>
        <w:br/>
      </w:r>
    </w:p>
    <w:p w14:paraId="242F854D" w14:textId="77777777" w:rsidR="00674AC5" w:rsidRPr="00BC4ABA" w:rsidRDefault="00674AC5" w:rsidP="00674AC5">
      <w:pPr>
        <w:pStyle w:val="ListParagraph"/>
        <w:numPr>
          <w:ilvl w:val="0"/>
          <w:numId w:val="29"/>
        </w:numPr>
        <w:spacing w:after="160" w:line="259" w:lineRule="auto"/>
        <w:rPr>
          <w:b/>
          <w:bCs/>
          <w:sz w:val="22"/>
          <w:szCs w:val="22"/>
          <w:lang w:val="fr-FR"/>
        </w:rPr>
      </w:pPr>
      <w:r w:rsidRPr="00BC4ABA">
        <w:rPr>
          <w:b/>
          <w:bCs/>
          <w:sz w:val="22"/>
          <w:szCs w:val="22"/>
          <w:lang w:val="fr-FR"/>
        </w:rPr>
        <w:t>Un engagement durable, des résultats mesurables</w:t>
      </w:r>
    </w:p>
    <w:p w14:paraId="149C1FFB" w14:textId="6AA5D6F8" w:rsidR="009F673E" w:rsidRDefault="00BC4ABA" w:rsidP="00674AC5">
      <w:pPr>
        <w:spacing w:after="160" w:line="259" w:lineRule="auto"/>
        <w:rPr>
          <w:sz w:val="22"/>
          <w:szCs w:val="22"/>
          <w:lang w:val="fr-FR"/>
        </w:rPr>
      </w:pPr>
      <w:r>
        <w:rPr>
          <w:sz w:val="22"/>
          <w:szCs w:val="22"/>
          <w:lang w:val="fr-FR"/>
        </w:rPr>
        <w:br/>
      </w:r>
      <w:r w:rsidR="00674AC5" w:rsidRPr="007E63C9">
        <w:rPr>
          <w:sz w:val="22"/>
          <w:szCs w:val="22"/>
          <w:lang w:val="fr-FR"/>
        </w:rPr>
        <w:t xml:space="preserve">Depuis 2021, </w:t>
      </w:r>
      <w:proofErr w:type="spellStart"/>
      <w:r w:rsidR="00674AC5" w:rsidRPr="007E63C9">
        <w:rPr>
          <w:sz w:val="22"/>
          <w:szCs w:val="22"/>
          <w:lang w:val="fr-FR"/>
        </w:rPr>
        <w:t>Bidfood</w:t>
      </w:r>
      <w:proofErr w:type="spellEnd"/>
      <w:r w:rsidR="00674AC5" w:rsidRPr="007E63C9">
        <w:rPr>
          <w:sz w:val="22"/>
          <w:szCs w:val="22"/>
          <w:lang w:val="fr-FR"/>
        </w:rPr>
        <w:t xml:space="preserve"> </w:t>
      </w:r>
      <w:proofErr w:type="spellStart"/>
      <w:r w:rsidR="00674AC5" w:rsidRPr="007E63C9">
        <w:rPr>
          <w:sz w:val="22"/>
          <w:szCs w:val="22"/>
          <w:lang w:val="fr-FR"/>
        </w:rPr>
        <w:t>Netherlands</w:t>
      </w:r>
      <w:proofErr w:type="spellEnd"/>
      <w:r w:rsidR="00674AC5" w:rsidRPr="007E63C9">
        <w:rPr>
          <w:sz w:val="22"/>
          <w:szCs w:val="22"/>
          <w:lang w:val="fr-FR"/>
        </w:rPr>
        <w:t xml:space="preserve"> a intégré 25 camions Renault Trucks </w:t>
      </w:r>
      <w:r w:rsidR="009F673E">
        <w:rPr>
          <w:sz w:val="22"/>
          <w:szCs w:val="22"/>
          <w:lang w:val="fr-FR"/>
        </w:rPr>
        <w:br/>
      </w:r>
      <w:r w:rsidR="00674AC5" w:rsidRPr="007E63C9">
        <w:rPr>
          <w:sz w:val="22"/>
          <w:szCs w:val="22"/>
          <w:lang w:val="fr-FR"/>
        </w:rPr>
        <w:t xml:space="preserve">E-Tech à ses opérations. Ces véhicules </w:t>
      </w:r>
      <w:r w:rsidR="001A6EC7" w:rsidRPr="007E63C9">
        <w:rPr>
          <w:sz w:val="22"/>
          <w:szCs w:val="22"/>
          <w:lang w:val="fr-FR"/>
        </w:rPr>
        <w:t xml:space="preserve">électriques </w:t>
      </w:r>
      <w:r w:rsidR="00674AC5" w:rsidRPr="007E63C9">
        <w:rPr>
          <w:sz w:val="22"/>
          <w:szCs w:val="22"/>
          <w:lang w:val="fr-FR"/>
        </w:rPr>
        <w:t>ont déjà permis d’éviter l’émission de 2</w:t>
      </w:r>
      <w:r w:rsidR="006C38F1">
        <w:rPr>
          <w:sz w:val="22"/>
          <w:szCs w:val="22"/>
          <w:lang w:val="fr-FR"/>
        </w:rPr>
        <w:t>30</w:t>
      </w:r>
      <w:r w:rsidR="00674AC5" w:rsidRPr="007E63C9">
        <w:rPr>
          <w:sz w:val="22"/>
          <w:szCs w:val="22"/>
          <w:lang w:val="fr-FR"/>
        </w:rPr>
        <w:t xml:space="preserve"> tonnes de CO</w:t>
      </w:r>
      <w:r w:rsidR="00674AC5" w:rsidRPr="007E63C9">
        <w:rPr>
          <w:sz w:val="22"/>
          <w:szCs w:val="22"/>
          <w:vertAlign w:val="subscript"/>
          <w:lang w:val="fr-FR"/>
        </w:rPr>
        <w:t>2</w:t>
      </w:r>
      <w:r w:rsidR="00674AC5" w:rsidRPr="007E63C9">
        <w:rPr>
          <w:sz w:val="22"/>
          <w:szCs w:val="22"/>
          <w:lang w:val="fr-FR"/>
        </w:rPr>
        <w:t xml:space="preserve">, </w:t>
      </w:r>
      <w:r w:rsidR="009F673E" w:rsidRPr="009F673E">
        <w:rPr>
          <w:sz w:val="22"/>
          <w:szCs w:val="22"/>
          <w:lang w:val="fr-FR"/>
        </w:rPr>
        <w:t>confirmant que la logistique est un levier majeur de décarbonation.</w:t>
      </w:r>
    </w:p>
    <w:p w14:paraId="4A152E6D" w14:textId="5D82EDB2" w:rsidR="00674AC5" w:rsidRPr="007E63C9" w:rsidRDefault="00674AC5" w:rsidP="00674AC5">
      <w:pPr>
        <w:spacing w:after="160" w:line="259" w:lineRule="auto"/>
        <w:rPr>
          <w:sz w:val="22"/>
          <w:szCs w:val="22"/>
          <w:lang w:val="fr-FR"/>
        </w:rPr>
      </w:pPr>
      <w:r w:rsidRPr="007E63C9">
        <w:rPr>
          <w:sz w:val="22"/>
          <w:szCs w:val="22"/>
          <w:lang w:val="fr-FR"/>
        </w:rPr>
        <w:t xml:space="preserve">Dick </w:t>
      </w:r>
      <w:proofErr w:type="spellStart"/>
      <w:r w:rsidRPr="007E63C9">
        <w:rPr>
          <w:sz w:val="22"/>
          <w:szCs w:val="22"/>
          <w:lang w:val="fr-FR"/>
        </w:rPr>
        <w:t>Slootweg</w:t>
      </w:r>
      <w:proofErr w:type="spellEnd"/>
      <w:r w:rsidRPr="007E63C9">
        <w:rPr>
          <w:sz w:val="22"/>
          <w:szCs w:val="22"/>
          <w:lang w:val="fr-FR"/>
        </w:rPr>
        <w:t xml:space="preserve">, directeur général de </w:t>
      </w:r>
      <w:proofErr w:type="spellStart"/>
      <w:r w:rsidRPr="007E63C9">
        <w:rPr>
          <w:sz w:val="22"/>
          <w:szCs w:val="22"/>
          <w:lang w:val="fr-FR"/>
        </w:rPr>
        <w:t>Bidfood</w:t>
      </w:r>
      <w:proofErr w:type="spellEnd"/>
      <w:r w:rsidRPr="007E63C9">
        <w:rPr>
          <w:sz w:val="22"/>
          <w:szCs w:val="22"/>
          <w:lang w:val="fr-FR"/>
        </w:rPr>
        <w:t xml:space="preserve"> </w:t>
      </w:r>
      <w:proofErr w:type="spellStart"/>
      <w:r w:rsidRPr="007E63C9">
        <w:rPr>
          <w:sz w:val="22"/>
          <w:szCs w:val="22"/>
          <w:lang w:val="fr-FR"/>
        </w:rPr>
        <w:t>Netherlands</w:t>
      </w:r>
      <w:proofErr w:type="spellEnd"/>
      <w:r w:rsidRPr="007E63C9">
        <w:rPr>
          <w:sz w:val="22"/>
          <w:szCs w:val="22"/>
          <w:lang w:val="fr-FR"/>
        </w:rPr>
        <w:t>, décrit cette transition comme une réponse concrète aux enjeux environnementaux :</w:t>
      </w:r>
      <w:r w:rsidRPr="00674AC5">
        <w:rPr>
          <w:sz w:val="22"/>
          <w:szCs w:val="22"/>
          <w:lang w:val="fr-FR"/>
        </w:rPr>
        <w:t xml:space="preserve"> </w:t>
      </w:r>
      <w:r w:rsidRPr="007E63C9">
        <w:rPr>
          <w:sz w:val="22"/>
          <w:szCs w:val="22"/>
          <w:lang w:val="fr-FR"/>
        </w:rPr>
        <w:t>«</w:t>
      </w:r>
      <w:r w:rsidRPr="007E63C9">
        <w:rPr>
          <w:i/>
          <w:iCs/>
          <w:sz w:val="22"/>
          <w:szCs w:val="22"/>
          <w:lang w:val="fr-FR"/>
        </w:rPr>
        <w:t xml:space="preserve"> Ces résultats tangibles montrent que l’électromobilité n’est pas une </w:t>
      </w:r>
      <w:r w:rsidR="00023344">
        <w:rPr>
          <w:i/>
          <w:iCs/>
          <w:sz w:val="22"/>
          <w:szCs w:val="22"/>
          <w:lang w:val="fr-FR"/>
        </w:rPr>
        <w:t>ambition</w:t>
      </w:r>
      <w:r w:rsidRPr="007E63C9">
        <w:rPr>
          <w:i/>
          <w:iCs/>
          <w:sz w:val="22"/>
          <w:szCs w:val="22"/>
          <w:lang w:val="fr-FR"/>
        </w:rPr>
        <w:t xml:space="preserve"> lointaine mais une </w:t>
      </w:r>
      <w:r w:rsidR="00023344">
        <w:rPr>
          <w:i/>
          <w:iCs/>
          <w:sz w:val="22"/>
          <w:szCs w:val="22"/>
          <w:lang w:val="fr-FR"/>
        </w:rPr>
        <w:t>réalité,</w:t>
      </w:r>
      <w:r w:rsidRPr="007E63C9">
        <w:rPr>
          <w:i/>
          <w:iCs/>
          <w:sz w:val="22"/>
          <w:szCs w:val="22"/>
          <w:lang w:val="fr-FR"/>
        </w:rPr>
        <w:t xml:space="preserve"> opérationnelle et efficace. Elle nous permet de réduire notre empreinte environnementale tout en répondant aux attentes croissantes de nos clients en matière de durabilité.</w:t>
      </w:r>
      <w:r w:rsidRPr="007E63C9">
        <w:rPr>
          <w:sz w:val="22"/>
          <w:szCs w:val="22"/>
          <w:lang w:val="fr-FR"/>
        </w:rPr>
        <w:t> »</w:t>
      </w:r>
    </w:p>
    <w:p w14:paraId="68F84EFA" w14:textId="3FF1526A" w:rsidR="00674AC5" w:rsidRDefault="009F673E" w:rsidP="00944510">
      <w:pPr>
        <w:spacing w:line="276" w:lineRule="auto"/>
        <w:rPr>
          <w:sz w:val="22"/>
          <w:szCs w:val="22"/>
          <w:lang w:val="fr-FR"/>
        </w:rPr>
      </w:pPr>
      <w:r>
        <w:rPr>
          <w:sz w:val="22"/>
          <w:szCs w:val="22"/>
          <w:lang w:val="fr-FR"/>
        </w:rPr>
        <w:lastRenderedPageBreak/>
        <w:t>Dès</w:t>
      </w:r>
      <w:r w:rsidRPr="005F6D42">
        <w:rPr>
          <w:sz w:val="22"/>
          <w:szCs w:val="22"/>
          <w:lang w:val="fr-FR"/>
        </w:rPr>
        <w:t xml:space="preserve"> le début de leur collaboration, Renault Trucks et </w:t>
      </w:r>
      <w:proofErr w:type="spellStart"/>
      <w:r w:rsidRPr="005F6D42">
        <w:rPr>
          <w:sz w:val="22"/>
          <w:szCs w:val="22"/>
          <w:lang w:val="fr-FR"/>
        </w:rPr>
        <w:t>Bidfood</w:t>
      </w:r>
      <w:proofErr w:type="spellEnd"/>
      <w:r w:rsidRPr="005F6D42">
        <w:rPr>
          <w:sz w:val="22"/>
          <w:szCs w:val="22"/>
          <w:lang w:val="fr-FR"/>
        </w:rPr>
        <w:t xml:space="preserve"> Pays-Bas ont construit un partenariat solide</w:t>
      </w:r>
      <w:r>
        <w:rPr>
          <w:sz w:val="22"/>
          <w:szCs w:val="22"/>
          <w:lang w:val="fr-FR"/>
        </w:rPr>
        <w:t>, qui</w:t>
      </w:r>
      <w:r w:rsidRPr="005F6D42">
        <w:rPr>
          <w:sz w:val="22"/>
          <w:szCs w:val="22"/>
          <w:lang w:val="fr-FR"/>
        </w:rPr>
        <w:t xml:space="preserve"> repose sur des échanges </w:t>
      </w:r>
      <w:r>
        <w:rPr>
          <w:sz w:val="22"/>
          <w:szCs w:val="22"/>
          <w:lang w:val="fr-FR"/>
        </w:rPr>
        <w:t>permanents</w:t>
      </w:r>
      <w:r w:rsidRPr="005F6D42">
        <w:rPr>
          <w:sz w:val="22"/>
          <w:szCs w:val="22"/>
          <w:lang w:val="fr-FR"/>
        </w:rPr>
        <w:t xml:space="preserve"> et </w:t>
      </w:r>
      <w:r>
        <w:rPr>
          <w:sz w:val="22"/>
          <w:szCs w:val="22"/>
          <w:lang w:val="fr-FR"/>
        </w:rPr>
        <w:t>la recherche de</w:t>
      </w:r>
      <w:r w:rsidRPr="005F6D42">
        <w:rPr>
          <w:sz w:val="22"/>
          <w:szCs w:val="22"/>
          <w:lang w:val="fr-FR"/>
        </w:rPr>
        <w:t xml:space="preserve"> solutions adaptées aux besoins spécifiques de l’entreprise</w:t>
      </w:r>
      <w:r>
        <w:rPr>
          <w:sz w:val="22"/>
          <w:szCs w:val="22"/>
          <w:lang w:val="fr-FR"/>
        </w:rPr>
        <w:t xml:space="preserve"> : </w:t>
      </w:r>
      <w:r w:rsidRPr="00D34B66">
        <w:rPr>
          <w:i/>
          <w:iCs/>
          <w:sz w:val="22"/>
          <w:szCs w:val="22"/>
          <w:lang w:val="fr-FR"/>
        </w:rPr>
        <w:t xml:space="preserve">« Depuis trois ans, nous travaillons étroitement avec </w:t>
      </w:r>
      <w:proofErr w:type="spellStart"/>
      <w:r w:rsidRPr="00D34B66">
        <w:rPr>
          <w:i/>
          <w:iCs/>
          <w:sz w:val="22"/>
          <w:szCs w:val="22"/>
          <w:lang w:val="fr-FR"/>
        </w:rPr>
        <w:t>Bidfood</w:t>
      </w:r>
      <w:proofErr w:type="spellEnd"/>
      <w:r w:rsidRPr="00D34B66">
        <w:rPr>
          <w:i/>
          <w:iCs/>
          <w:sz w:val="22"/>
          <w:szCs w:val="22"/>
          <w:lang w:val="fr-FR"/>
        </w:rPr>
        <w:t xml:space="preserve"> pour intégrer des véhicules électriques </w:t>
      </w:r>
      <w:r w:rsidR="00124CE0">
        <w:rPr>
          <w:i/>
          <w:iCs/>
          <w:sz w:val="22"/>
          <w:szCs w:val="22"/>
          <w:lang w:val="fr-FR"/>
        </w:rPr>
        <w:t>à</w:t>
      </w:r>
      <w:r w:rsidRPr="00D34B66">
        <w:rPr>
          <w:i/>
          <w:iCs/>
          <w:sz w:val="22"/>
          <w:szCs w:val="22"/>
          <w:lang w:val="fr-FR"/>
        </w:rPr>
        <w:t xml:space="preserve"> leur flotte et relever les défis opérationnels de leur logistique</w:t>
      </w:r>
      <w:r w:rsidRPr="00D34B66">
        <w:rPr>
          <w:sz w:val="22"/>
          <w:szCs w:val="22"/>
          <w:lang w:val="fr-FR"/>
        </w:rPr>
        <w:t xml:space="preserve"> », explique Jérôme Berthelet, directeur général de Renault Trucks Pays-Bas. « </w:t>
      </w:r>
      <w:r w:rsidRPr="00D34B66">
        <w:rPr>
          <w:i/>
          <w:iCs/>
          <w:sz w:val="22"/>
          <w:szCs w:val="22"/>
          <w:lang w:val="fr-FR"/>
        </w:rPr>
        <w:t>Cette collaboration nous a permis de développer des solutions sur</w:t>
      </w:r>
      <w:r w:rsidR="00124CE0">
        <w:rPr>
          <w:i/>
          <w:iCs/>
          <w:sz w:val="22"/>
          <w:szCs w:val="22"/>
          <w:lang w:val="fr-FR"/>
        </w:rPr>
        <w:t xml:space="preserve"> </w:t>
      </w:r>
      <w:r w:rsidRPr="00D34B66">
        <w:rPr>
          <w:i/>
          <w:iCs/>
          <w:sz w:val="22"/>
          <w:szCs w:val="22"/>
          <w:lang w:val="fr-FR"/>
        </w:rPr>
        <w:t xml:space="preserve">mesure, adaptées à leurs contraintes et à leurs ambitions en matière de </w:t>
      </w:r>
      <w:r>
        <w:rPr>
          <w:i/>
          <w:iCs/>
          <w:sz w:val="22"/>
          <w:szCs w:val="22"/>
          <w:lang w:val="fr-FR"/>
        </w:rPr>
        <w:t>décarbonation</w:t>
      </w:r>
      <w:r w:rsidRPr="00D34B66">
        <w:rPr>
          <w:i/>
          <w:iCs/>
          <w:sz w:val="22"/>
          <w:szCs w:val="22"/>
          <w:lang w:val="fr-FR"/>
        </w:rPr>
        <w:t>.</w:t>
      </w:r>
      <w:r w:rsidRPr="00D34B66">
        <w:rPr>
          <w:sz w:val="22"/>
          <w:szCs w:val="22"/>
          <w:lang w:val="fr-FR"/>
        </w:rPr>
        <w:t xml:space="preserve"> »</w:t>
      </w:r>
      <w:r w:rsidR="00674AC5" w:rsidRPr="00674AC5">
        <w:rPr>
          <w:sz w:val="22"/>
          <w:szCs w:val="22"/>
          <w:lang w:val="fr-FR"/>
        </w:rPr>
        <w:br/>
      </w:r>
    </w:p>
    <w:p w14:paraId="70D806A3" w14:textId="241C6889" w:rsidR="00944510" w:rsidRDefault="00944510" w:rsidP="00944510">
      <w:pPr>
        <w:spacing w:after="160" w:line="259" w:lineRule="auto"/>
        <w:rPr>
          <w:sz w:val="22"/>
          <w:szCs w:val="22"/>
          <w:lang w:val="fr-FR"/>
        </w:rPr>
      </w:pPr>
      <w:r>
        <w:rPr>
          <w:sz w:val="22"/>
          <w:szCs w:val="22"/>
          <w:lang w:val="fr-FR"/>
        </w:rPr>
        <w:t xml:space="preserve">D’ici la fin du </w:t>
      </w:r>
      <w:r w:rsidRPr="007E63C9">
        <w:rPr>
          <w:sz w:val="22"/>
          <w:szCs w:val="22"/>
          <w:lang w:val="fr-FR"/>
        </w:rPr>
        <w:t xml:space="preserve">premier trimestre 2025, </w:t>
      </w:r>
      <w:r>
        <w:rPr>
          <w:sz w:val="22"/>
          <w:szCs w:val="22"/>
          <w:lang w:val="fr-FR"/>
        </w:rPr>
        <w:t xml:space="preserve">ce sont </w:t>
      </w:r>
      <w:r w:rsidRPr="007E63C9">
        <w:rPr>
          <w:sz w:val="22"/>
          <w:szCs w:val="22"/>
          <w:lang w:val="fr-FR"/>
        </w:rPr>
        <w:t xml:space="preserve">25 </w:t>
      </w:r>
      <w:r w:rsidRPr="00674AC5">
        <w:rPr>
          <w:sz w:val="22"/>
          <w:szCs w:val="22"/>
          <w:lang w:val="fr-FR"/>
        </w:rPr>
        <w:t xml:space="preserve">nouveaux </w:t>
      </w:r>
      <w:r w:rsidRPr="007E63C9">
        <w:rPr>
          <w:sz w:val="22"/>
          <w:szCs w:val="22"/>
          <w:lang w:val="fr-FR"/>
        </w:rPr>
        <w:t>Renault Trucks E-Tech</w:t>
      </w:r>
      <w:r w:rsidRPr="00674AC5">
        <w:rPr>
          <w:sz w:val="22"/>
          <w:szCs w:val="22"/>
          <w:lang w:val="fr-FR"/>
        </w:rPr>
        <w:t xml:space="preserve"> </w:t>
      </w:r>
      <w:r>
        <w:rPr>
          <w:sz w:val="22"/>
          <w:szCs w:val="22"/>
          <w:lang w:val="fr-FR"/>
        </w:rPr>
        <w:t xml:space="preserve">qui </w:t>
      </w:r>
      <w:r w:rsidR="00064714">
        <w:rPr>
          <w:sz w:val="22"/>
          <w:szCs w:val="22"/>
          <w:lang w:val="fr-FR"/>
        </w:rPr>
        <w:t>rejoindront</w:t>
      </w:r>
      <w:r w:rsidRPr="00674AC5">
        <w:rPr>
          <w:sz w:val="22"/>
          <w:szCs w:val="22"/>
          <w:lang w:val="fr-FR"/>
        </w:rPr>
        <w:t xml:space="preserve"> la flotte de </w:t>
      </w:r>
      <w:proofErr w:type="spellStart"/>
      <w:r w:rsidRPr="007E63C9">
        <w:rPr>
          <w:sz w:val="22"/>
          <w:szCs w:val="22"/>
          <w:lang w:val="fr-FR"/>
        </w:rPr>
        <w:t>Bidfood</w:t>
      </w:r>
      <w:proofErr w:type="spellEnd"/>
      <w:r w:rsidRPr="007E63C9">
        <w:rPr>
          <w:sz w:val="22"/>
          <w:szCs w:val="22"/>
          <w:lang w:val="fr-FR"/>
        </w:rPr>
        <w:t xml:space="preserve"> </w:t>
      </w:r>
      <w:proofErr w:type="spellStart"/>
      <w:r w:rsidRPr="00674AC5">
        <w:rPr>
          <w:sz w:val="22"/>
          <w:szCs w:val="22"/>
          <w:lang w:val="fr-FR"/>
        </w:rPr>
        <w:t>Netherlands</w:t>
      </w:r>
      <w:proofErr w:type="spellEnd"/>
      <w:r>
        <w:rPr>
          <w:sz w:val="22"/>
          <w:szCs w:val="22"/>
          <w:lang w:val="fr-FR"/>
        </w:rPr>
        <w:t>.</w:t>
      </w:r>
    </w:p>
    <w:p w14:paraId="15E0BAEF" w14:textId="77777777" w:rsidR="00064714" w:rsidRDefault="00064714" w:rsidP="00944510">
      <w:pPr>
        <w:spacing w:after="160" w:line="259" w:lineRule="auto"/>
        <w:rPr>
          <w:sz w:val="22"/>
          <w:szCs w:val="22"/>
          <w:lang w:val="fr-FR"/>
        </w:rPr>
      </w:pPr>
    </w:p>
    <w:p w14:paraId="2921F64A" w14:textId="77777777" w:rsidR="002158F4" w:rsidRPr="00064714" w:rsidRDefault="002158F4" w:rsidP="002158F4">
      <w:pPr>
        <w:pStyle w:val="ListParagraph"/>
        <w:numPr>
          <w:ilvl w:val="0"/>
          <w:numId w:val="29"/>
        </w:numPr>
        <w:spacing w:after="160" w:line="259" w:lineRule="auto"/>
        <w:rPr>
          <w:b/>
          <w:bCs/>
          <w:sz w:val="22"/>
          <w:szCs w:val="22"/>
          <w:lang w:val="fr-FR"/>
        </w:rPr>
      </w:pPr>
      <w:r w:rsidRPr="00064714">
        <w:rPr>
          <w:b/>
          <w:bCs/>
          <w:sz w:val="22"/>
          <w:szCs w:val="22"/>
          <w:lang w:val="fr-FR"/>
        </w:rPr>
        <w:t>L’usine de Blainville-sur-Orne au cœur de l’électromobilité</w:t>
      </w:r>
    </w:p>
    <w:p w14:paraId="16F24DFA" w14:textId="77777777" w:rsidR="002158F4" w:rsidRPr="00674AC5" w:rsidRDefault="002158F4" w:rsidP="002158F4">
      <w:pPr>
        <w:spacing w:after="160" w:line="259" w:lineRule="auto"/>
        <w:rPr>
          <w:sz w:val="22"/>
          <w:szCs w:val="22"/>
          <w:lang w:val="fr-FR"/>
        </w:rPr>
      </w:pPr>
      <w:r w:rsidRPr="007E63C9">
        <w:rPr>
          <w:sz w:val="22"/>
          <w:szCs w:val="22"/>
          <w:lang w:val="fr-FR"/>
        </w:rPr>
        <w:t xml:space="preserve">Première usine européenne à produire en série des camions électriques, </w:t>
      </w:r>
      <w:r w:rsidRPr="00674AC5">
        <w:rPr>
          <w:sz w:val="22"/>
          <w:szCs w:val="22"/>
          <w:lang w:val="fr-FR"/>
        </w:rPr>
        <w:t xml:space="preserve">le site de production Renault Trucks de </w:t>
      </w:r>
      <w:r w:rsidRPr="007E63C9">
        <w:rPr>
          <w:sz w:val="22"/>
          <w:szCs w:val="22"/>
          <w:lang w:val="fr-FR"/>
        </w:rPr>
        <w:t xml:space="preserve">Blainville-sur-Orne joue un rôle clé dans l’industrialisation de la mobilité durable. Depuis mars 2020, le site fabrique les modèles Renault Trucks E-Tech D et D Wide, </w:t>
      </w:r>
      <w:r w:rsidRPr="00674AC5">
        <w:rPr>
          <w:sz w:val="22"/>
          <w:szCs w:val="22"/>
          <w:lang w:val="fr-FR"/>
        </w:rPr>
        <w:t xml:space="preserve">camions de moyen tonnage électriques, </w:t>
      </w:r>
      <w:r w:rsidRPr="007E63C9">
        <w:rPr>
          <w:sz w:val="22"/>
          <w:szCs w:val="22"/>
          <w:lang w:val="fr-FR"/>
        </w:rPr>
        <w:t xml:space="preserve">dédiés aux missions urbaines et périurbaines. </w:t>
      </w:r>
    </w:p>
    <w:p w14:paraId="68A6222C" w14:textId="77777777" w:rsidR="002158F4" w:rsidRPr="007E63C9" w:rsidRDefault="002158F4" w:rsidP="002158F4">
      <w:pPr>
        <w:spacing w:after="160" w:line="259" w:lineRule="auto"/>
        <w:rPr>
          <w:sz w:val="22"/>
          <w:szCs w:val="22"/>
          <w:lang w:val="fr-FR"/>
        </w:rPr>
      </w:pPr>
      <w:r w:rsidRPr="007E63C9">
        <w:rPr>
          <w:sz w:val="22"/>
          <w:szCs w:val="22"/>
          <w:lang w:val="fr-FR"/>
        </w:rPr>
        <w:t>La livraison du 2000ᵉ véhicule électrique</w:t>
      </w:r>
      <w:r w:rsidRPr="00674AC5">
        <w:rPr>
          <w:sz w:val="22"/>
          <w:szCs w:val="22"/>
          <w:lang w:val="fr-FR"/>
        </w:rPr>
        <w:t xml:space="preserve"> issu de cette usine</w:t>
      </w:r>
      <w:r w:rsidRPr="007E63C9">
        <w:rPr>
          <w:sz w:val="22"/>
          <w:szCs w:val="22"/>
          <w:lang w:val="fr-FR"/>
        </w:rPr>
        <w:t xml:space="preserve"> à </w:t>
      </w:r>
      <w:proofErr w:type="spellStart"/>
      <w:r w:rsidRPr="007E63C9">
        <w:rPr>
          <w:sz w:val="22"/>
          <w:szCs w:val="22"/>
          <w:lang w:val="fr-FR"/>
        </w:rPr>
        <w:t>Bidfood</w:t>
      </w:r>
      <w:proofErr w:type="spellEnd"/>
      <w:r w:rsidRPr="007E63C9">
        <w:rPr>
          <w:sz w:val="22"/>
          <w:szCs w:val="22"/>
          <w:lang w:val="fr-FR"/>
        </w:rPr>
        <w:t xml:space="preserve"> </w:t>
      </w:r>
      <w:proofErr w:type="spellStart"/>
      <w:r w:rsidRPr="007E63C9">
        <w:rPr>
          <w:sz w:val="22"/>
          <w:szCs w:val="22"/>
          <w:lang w:val="fr-FR"/>
        </w:rPr>
        <w:t>Netherlands</w:t>
      </w:r>
      <w:proofErr w:type="spellEnd"/>
      <w:r w:rsidRPr="007E63C9">
        <w:rPr>
          <w:sz w:val="22"/>
          <w:szCs w:val="22"/>
          <w:lang w:val="fr-FR"/>
        </w:rPr>
        <w:t xml:space="preserve"> illustre </w:t>
      </w:r>
      <w:r w:rsidRPr="00674AC5">
        <w:rPr>
          <w:sz w:val="22"/>
          <w:szCs w:val="22"/>
          <w:lang w:val="fr-FR"/>
        </w:rPr>
        <w:t>les</w:t>
      </w:r>
      <w:r w:rsidRPr="007E63C9">
        <w:rPr>
          <w:sz w:val="22"/>
          <w:szCs w:val="22"/>
          <w:lang w:val="fr-FR"/>
        </w:rPr>
        <w:t xml:space="preserve"> besoins croissants des transporteurs</w:t>
      </w:r>
      <w:r w:rsidRPr="00674AC5">
        <w:rPr>
          <w:sz w:val="22"/>
          <w:szCs w:val="22"/>
          <w:lang w:val="fr-FR"/>
        </w:rPr>
        <w:t xml:space="preserve"> en solutions de mobilité décarbonées</w:t>
      </w:r>
      <w:r w:rsidRPr="007E63C9">
        <w:rPr>
          <w:sz w:val="22"/>
          <w:szCs w:val="22"/>
          <w:lang w:val="fr-FR"/>
        </w:rPr>
        <w:t>.</w:t>
      </w:r>
    </w:p>
    <w:p w14:paraId="0FA7C5E4" w14:textId="7A767846" w:rsidR="00944510" w:rsidRDefault="00064714" w:rsidP="00064714">
      <w:pPr>
        <w:spacing w:line="276" w:lineRule="auto"/>
        <w:jc w:val="center"/>
        <w:rPr>
          <w:sz w:val="22"/>
          <w:szCs w:val="22"/>
          <w:lang w:val="fr-FR"/>
        </w:rPr>
      </w:pPr>
      <w:r>
        <w:rPr>
          <w:b/>
          <w:bCs/>
          <w:noProof/>
          <w:sz w:val="22"/>
          <w:szCs w:val="22"/>
          <w:lang w:val="fr-FR"/>
        </w:rPr>
        <w:drawing>
          <wp:inline distT="0" distB="0" distL="0" distR="0" wp14:anchorId="2DF1140F" wp14:editId="18275782">
            <wp:extent cx="3608070" cy="4405111"/>
            <wp:effectExtent l="0" t="0" r="0" b="0"/>
            <wp:docPr id="1454310506" name="Picture 1" descr="A blue truck in a ware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310506" name="Picture 1" descr="A blue truck in a warehouse&#10;&#10;Description automatically generated"/>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3654660" cy="4461992"/>
                    </a:xfrm>
                    <a:prstGeom prst="rect">
                      <a:avLst/>
                    </a:prstGeom>
                    <a:ln>
                      <a:noFill/>
                    </a:ln>
                    <a:extLst>
                      <a:ext uri="{53640926-AAD7-44D8-BBD7-CCE9431645EC}">
                        <a14:shadowObscured xmlns:a14="http://schemas.microsoft.com/office/drawing/2010/main"/>
                      </a:ext>
                    </a:extLst>
                  </pic:spPr>
                </pic:pic>
              </a:graphicData>
            </a:graphic>
          </wp:inline>
        </w:drawing>
      </w:r>
    </w:p>
    <w:p w14:paraId="778595A8" w14:textId="77777777" w:rsidR="00064714" w:rsidRDefault="00064714" w:rsidP="00064714">
      <w:pPr>
        <w:spacing w:line="276" w:lineRule="auto"/>
        <w:jc w:val="center"/>
        <w:rPr>
          <w:sz w:val="22"/>
          <w:szCs w:val="22"/>
          <w:lang w:val="fr-FR"/>
        </w:rPr>
      </w:pPr>
    </w:p>
    <w:p w14:paraId="2783C4D4" w14:textId="77777777" w:rsidR="00F66CEF" w:rsidRDefault="00F66CEF">
      <w:pPr>
        <w:rPr>
          <w:b/>
          <w:bCs/>
          <w:i/>
          <w:iCs/>
          <w:sz w:val="18"/>
          <w:szCs w:val="18"/>
          <w:lang w:val="fr-FR"/>
        </w:rPr>
      </w:pPr>
      <w:r>
        <w:rPr>
          <w:b/>
          <w:bCs/>
          <w:i/>
          <w:iCs/>
          <w:sz w:val="18"/>
          <w:szCs w:val="18"/>
          <w:lang w:val="fr-FR"/>
        </w:rPr>
        <w:br w:type="page"/>
      </w:r>
    </w:p>
    <w:p w14:paraId="588C0BA5" w14:textId="180589CA" w:rsidR="009B4137" w:rsidRPr="0008634F" w:rsidRDefault="009B4137" w:rsidP="009B4137">
      <w:pPr>
        <w:spacing w:line="276" w:lineRule="auto"/>
        <w:rPr>
          <w:b/>
          <w:bCs/>
          <w:i/>
          <w:iCs/>
          <w:sz w:val="18"/>
          <w:szCs w:val="18"/>
          <w:lang w:val="fr-FR"/>
        </w:rPr>
      </w:pPr>
      <w:r w:rsidRPr="0008634F">
        <w:rPr>
          <w:b/>
          <w:bCs/>
          <w:i/>
          <w:iCs/>
          <w:sz w:val="18"/>
          <w:szCs w:val="18"/>
          <w:lang w:val="fr-FR"/>
        </w:rPr>
        <w:lastRenderedPageBreak/>
        <w:t xml:space="preserve">À propos de </w:t>
      </w:r>
      <w:proofErr w:type="spellStart"/>
      <w:r>
        <w:rPr>
          <w:b/>
          <w:bCs/>
          <w:i/>
          <w:iCs/>
          <w:sz w:val="18"/>
          <w:szCs w:val="18"/>
          <w:lang w:val="fr-FR"/>
        </w:rPr>
        <w:t>Bidfood</w:t>
      </w:r>
      <w:proofErr w:type="spellEnd"/>
    </w:p>
    <w:p w14:paraId="26DDDA28" w14:textId="77777777" w:rsidR="00D50FD4" w:rsidRDefault="00D50FD4" w:rsidP="000E0D9A">
      <w:pPr>
        <w:spacing w:line="276" w:lineRule="auto"/>
        <w:rPr>
          <w:b/>
          <w:bCs/>
          <w:i/>
          <w:iCs/>
          <w:sz w:val="18"/>
          <w:szCs w:val="18"/>
          <w:lang w:val="fr-FR"/>
        </w:rPr>
      </w:pPr>
    </w:p>
    <w:p w14:paraId="52B35AF2" w14:textId="4183ECAA" w:rsidR="00876360" w:rsidRPr="00876360" w:rsidRDefault="00876360" w:rsidP="000E0D9A">
      <w:pPr>
        <w:spacing w:line="276" w:lineRule="auto"/>
        <w:rPr>
          <w:sz w:val="18"/>
          <w:szCs w:val="18"/>
          <w:lang w:val="fr-FR"/>
        </w:rPr>
      </w:pPr>
      <w:proofErr w:type="spellStart"/>
      <w:r w:rsidRPr="00876360">
        <w:rPr>
          <w:sz w:val="18"/>
          <w:szCs w:val="18"/>
          <w:lang w:val="fr-FR"/>
        </w:rPr>
        <w:t>Bidfood</w:t>
      </w:r>
      <w:proofErr w:type="spellEnd"/>
      <w:r w:rsidRPr="00876360">
        <w:rPr>
          <w:sz w:val="18"/>
          <w:szCs w:val="18"/>
          <w:lang w:val="fr-FR"/>
        </w:rPr>
        <w:t xml:space="preserve"> est un fournisseur de produits alimentaires pour le marché de la restauratio</w:t>
      </w:r>
      <w:r>
        <w:rPr>
          <w:sz w:val="18"/>
          <w:szCs w:val="18"/>
          <w:lang w:val="fr-FR"/>
        </w:rPr>
        <w:t>n,</w:t>
      </w:r>
      <w:r w:rsidRPr="00876360">
        <w:rPr>
          <w:sz w:val="18"/>
          <w:szCs w:val="18"/>
          <w:lang w:val="fr-FR"/>
        </w:rPr>
        <w:t xml:space="preserve"> actif aux Pays-Bas. La plateforme en ligne bidfood.nl </w:t>
      </w:r>
      <w:r w:rsidR="00433406">
        <w:rPr>
          <w:sz w:val="18"/>
          <w:szCs w:val="18"/>
          <w:lang w:val="fr-FR"/>
        </w:rPr>
        <w:t>permet aux</w:t>
      </w:r>
      <w:r w:rsidRPr="00876360">
        <w:rPr>
          <w:sz w:val="18"/>
          <w:szCs w:val="18"/>
          <w:lang w:val="fr-FR"/>
        </w:rPr>
        <w:t xml:space="preserve"> chefs et </w:t>
      </w:r>
      <w:r w:rsidR="00433406">
        <w:rPr>
          <w:sz w:val="18"/>
          <w:szCs w:val="18"/>
          <w:lang w:val="fr-FR"/>
        </w:rPr>
        <w:t>aux</w:t>
      </w:r>
      <w:r w:rsidRPr="00876360">
        <w:rPr>
          <w:sz w:val="18"/>
          <w:szCs w:val="18"/>
          <w:lang w:val="fr-FR"/>
        </w:rPr>
        <w:t xml:space="preserve"> </w:t>
      </w:r>
      <w:r w:rsidR="00433406">
        <w:rPr>
          <w:sz w:val="18"/>
          <w:szCs w:val="18"/>
          <w:lang w:val="fr-FR"/>
        </w:rPr>
        <w:t>professionnels</w:t>
      </w:r>
      <w:r w:rsidR="00960EF6">
        <w:rPr>
          <w:sz w:val="18"/>
          <w:szCs w:val="18"/>
          <w:lang w:val="fr-FR"/>
        </w:rPr>
        <w:t xml:space="preserve"> du secteur</w:t>
      </w:r>
      <w:r w:rsidRPr="00876360">
        <w:rPr>
          <w:sz w:val="18"/>
          <w:szCs w:val="18"/>
          <w:lang w:val="fr-FR"/>
        </w:rPr>
        <w:t xml:space="preserve"> de l'hôtellerie </w:t>
      </w:r>
      <w:r w:rsidR="00433406">
        <w:rPr>
          <w:sz w:val="18"/>
          <w:szCs w:val="18"/>
          <w:lang w:val="fr-FR"/>
        </w:rPr>
        <w:t xml:space="preserve">d’accéder </w:t>
      </w:r>
      <w:r w:rsidR="001D7C89">
        <w:rPr>
          <w:sz w:val="18"/>
          <w:szCs w:val="18"/>
          <w:lang w:val="fr-FR"/>
        </w:rPr>
        <w:t xml:space="preserve">facilement </w:t>
      </w:r>
      <w:r w:rsidRPr="00876360">
        <w:rPr>
          <w:sz w:val="18"/>
          <w:szCs w:val="18"/>
          <w:lang w:val="fr-FR"/>
        </w:rPr>
        <w:t xml:space="preserve">à une gamme complète de produits </w:t>
      </w:r>
      <w:r w:rsidR="005C4A43" w:rsidRPr="00876360">
        <w:rPr>
          <w:sz w:val="18"/>
          <w:szCs w:val="18"/>
          <w:lang w:val="fr-FR"/>
        </w:rPr>
        <w:t>locaux</w:t>
      </w:r>
      <w:r w:rsidR="005C4A43">
        <w:rPr>
          <w:sz w:val="18"/>
          <w:szCs w:val="18"/>
          <w:lang w:val="fr-FR"/>
        </w:rPr>
        <w:t xml:space="preserve"> et</w:t>
      </w:r>
      <w:r w:rsidR="005C4A43" w:rsidRPr="00876360">
        <w:rPr>
          <w:sz w:val="18"/>
          <w:szCs w:val="18"/>
          <w:lang w:val="fr-FR"/>
        </w:rPr>
        <w:t xml:space="preserve"> </w:t>
      </w:r>
      <w:r w:rsidRPr="00876360">
        <w:rPr>
          <w:sz w:val="18"/>
          <w:szCs w:val="18"/>
          <w:lang w:val="fr-FR"/>
        </w:rPr>
        <w:t>internationaux</w:t>
      </w:r>
      <w:r w:rsidR="00EC1CA3">
        <w:rPr>
          <w:sz w:val="18"/>
          <w:szCs w:val="18"/>
          <w:lang w:val="fr-FR"/>
        </w:rPr>
        <w:t xml:space="preserve"> (produits frais, surgelés</w:t>
      </w:r>
      <w:r w:rsidR="00CC0B9F">
        <w:rPr>
          <w:sz w:val="18"/>
          <w:szCs w:val="18"/>
          <w:lang w:val="fr-FR"/>
        </w:rPr>
        <w:t xml:space="preserve"> ou</w:t>
      </w:r>
      <w:r w:rsidR="00EC1CA3">
        <w:rPr>
          <w:sz w:val="18"/>
          <w:szCs w:val="18"/>
          <w:lang w:val="fr-FR"/>
        </w:rPr>
        <w:t xml:space="preserve"> secs, </w:t>
      </w:r>
      <w:r w:rsidR="00CC0B9F" w:rsidRPr="00876360">
        <w:rPr>
          <w:sz w:val="18"/>
          <w:szCs w:val="18"/>
          <w:lang w:val="fr-FR"/>
        </w:rPr>
        <w:t>ainsi que des produits non alimentaires</w:t>
      </w:r>
      <w:r w:rsidR="00CC0B9F">
        <w:rPr>
          <w:sz w:val="18"/>
          <w:szCs w:val="18"/>
          <w:lang w:val="fr-FR"/>
        </w:rPr>
        <w:t>)</w:t>
      </w:r>
      <w:r w:rsidR="001D7C89">
        <w:rPr>
          <w:sz w:val="18"/>
          <w:szCs w:val="18"/>
          <w:lang w:val="fr-FR"/>
        </w:rPr>
        <w:t>, livrés directement dans leurs cuisines.</w:t>
      </w:r>
    </w:p>
    <w:p w14:paraId="0D481D24" w14:textId="77777777" w:rsidR="00876360" w:rsidRPr="00071DA6" w:rsidRDefault="00876360" w:rsidP="000E0D9A">
      <w:pPr>
        <w:spacing w:line="276" w:lineRule="auto"/>
        <w:rPr>
          <w:sz w:val="18"/>
          <w:szCs w:val="18"/>
          <w:lang w:val="fr-FR"/>
        </w:rPr>
      </w:pPr>
    </w:p>
    <w:p w14:paraId="3E50EF95" w14:textId="14CF846A" w:rsidR="00071DA6" w:rsidRPr="00071DA6" w:rsidRDefault="00071DA6" w:rsidP="00071DA6">
      <w:pPr>
        <w:spacing w:line="276" w:lineRule="auto"/>
        <w:rPr>
          <w:b/>
          <w:bCs/>
          <w:sz w:val="18"/>
          <w:szCs w:val="18"/>
          <w:lang w:val="fr-FR"/>
        </w:rPr>
      </w:pPr>
      <w:r>
        <w:rPr>
          <w:b/>
          <w:bCs/>
          <w:sz w:val="18"/>
          <w:szCs w:val="18"/>
          <w:lang w:val="fr-FR"/>
        </w:rPr>
        <w:t>Chiffres clés</w:t>
      </w:r>
    </w:p>
    <w:p w14:paraId="308EA5C8" w14:textId="057D4CE5" w:rsidR="00071DA6" w:rsidRPr="00071DA6" w:rsidRDefault="00071DA6" w:rsidP="00071DA6">
      <w:pPr>
        <w:spacing w:line="276" w:lineRule="auto"/>
        <w:rPr>
          <w:sz w:val="18"/>
          <w:szCs w:val="18"/>
          <w:lang w:val="fr-FR"/>
        </w:rPr>
      </w:pPr>
      <w:r w:rsidRPr="00071DA6">
        <w:rPr>
          <w:sz w:val="18"/>
          <w:szCs w:val="18"/>
          <w:lang w:val="fr-FR"/>
        </w:rPr>
        <w:t>2</w:t>
      </w:r>
      <w:r>
        <w:rPr>
          <w:sz w:val="18"/>
          <w:szCs w:val="18"/>
          <w:lang w:val="fr-FR"/>
        </w:rPr>
        <w:t xml:space="preserve"> </w:t>
      </w:r>
      <w:r w:rsidRPr="00071DA6">
        <w:rPr>
          <w:sz w:val="18"/>
          <w:szCs w:val="18"/>
          <w:lang w:val="fr-FR"/>
        </w:rPr>
        <w:t xml:space="preserve">500 </w:t>
      </w:r>
      <w:r>
        <w:rPr>
          <w:sz w:val="18"/>
          <w:szCs w:val="18"/>
          <w:lang w:val="fr-FR"/>
        </w:rPr>
        <w:t>employés à travers le monde</w:t>
      </w:r>
    </w:p>
    <w:p w14:paraId="5E1842EA" w14:textId="37740DEF" w:rsidR="00071DA6" w:rsidRPr="001D7C89" w:rsidRDefault="00071DA6" w:rsidP="00071DA6">
      <w:pPr>
        <w:spacing w:line="276" w:lineRule="auto"/>
        <w:rPr>
          <w:sz w:val="18"/>
          <w:szCs w:val="18"/>
          <w:lang w:val="fr-FR"/>
        </w:rPr>
      </w:pPr>
      <w:r w:rsidRPr="001D7C89">
        <w:rPr>
          <w:sz w:val="18"/>
          <w:szCs w:val="18"/>
          <w:lang w:val="fr-FR"/>
        </w:rPr>
        <w:t xml:space="preserve">18 </w:t>
      </w:r>
      <w:r w:rsidR="001D7C89" w:rsidRPr="001D7C89">
        <w:rPr>
          <w:sz w:val="18"/>
          <w:szCs w:val="18"/>
          <w:lang w:val="fr-FR"/>
        </w:rPr>
        <w:t xml:space="preserve">agences </w:t>
      </w:r>
      <w:r w:rsidRPr="001D7C89">
        <w:rPr>
          <w:sz w:val="18"/>
          <w:szCs w:val="18"/>
          <w:lang w:val="fr-FR"/>
        </w:rPr>
        <w:t>(</w:t>
      </w:r>
      <w:r w:rsidR="001D7C89">
        <w:rPr>
          <w:sz w:val="18"/>
          <w:szCs w:val="18"/>
          <w:lang w:val="fr-FR"/>
        </w:rPr>
        <w:t>entrepôts</w:t>
      </w:r>
      <w:r w:rsidRPr="001D7C89">
        <w:rPr>
          <w:sz w:val="18"/>
          <w:szCs w:val="18"/>
          <w:lang w:val="fr-FR"/>
        </w:rPr>
        <w:t>)</w:t>
      </w:r>
    </w:p>
    <w:p w14:paraId="20452870" w14:textId="1BBEEE35" w:rsidR="00071DA6" w:rsidRPr="001D7C89" w:rsidRDefault="00071DA6" w:rsidP="00071DA6">
      <w:pPr>
        <w:spacing w:line="276" w:lineRule="auto"/>
        <w:rPr>
          <w:sz w:val="18"/>
          <w:szCs w:val="18"/>
          <w:lang w:val="fr-FR"/>
        </w:rPr>
      </w:pPr>
      <w:r w:rsidRPr="001D7C89">
        <w:rPr>
          <w:sz w:val="18"/>
          <w:szCs w:val="18"/>
          <w:lang w:val="fr-FR"/>
        </w:rPr>
        <w:t xml:space="preserve">400 </w:t>
      </w:r>
      <w:r w:rsidRPr="001D7C89">
        <w:rPr>
          <w:sz w:val="18"/>
          <w:szCs w:val="18"/>
          <w:lang w:val="fr-FR"/>
        </w:rPr>
        <w:t>camions</w:t>
      </w:r>
    </w:p>
    <w:p w14:paraId="315F5CA6" w14:textId="2203850C" w:rsidR="00071DA6" w:rsidRPr="001D7C89" w:rsidRDefault="001D7C89" w:rsidP="00071DA6">
      <w:pPr>
        <w:spacing w:line="276" w:lineRule="auto"/>
        <w:rPr>
          <w:sz w:val="18"/>
          <w:szCs w:val="18"/>
          <w:lang w:val="fr-FR"/>
        </w:rPr>
      </w:pPr>
      <w:r w:rsidRPr="001D7C89">
        <w:rPr>
          <w:sz w:val="18"/>
          <w:szCs w:val="18"/>
          <w:lang w:val="fr-FR"/>
        </w:rPr>
        <w:t>Chiffre d</w:t>
      </w:r>
      <w:r>
        <w:rPr>
          <w:sz w:val="18"/>
          <w:szCs w:val="18"/>
          <w:lang w:val="fr-FR"/>
        </w:rPr>
        <w:t xml:space="preserve">’affaires de plus d’un million d’euros. </w:t>
      </w:r>
    </w:p>
    <w:p w14:paraId="747A0F85" w14:textId="77777777" w:rsidR="00876360" w:rsidRPr="001D7C89" w:rsidRDefault="00876360" w:rsidP="000E0D9A">
      <w:pPr>
        <w:spacing w:line="276" w:lineRule="auto"/>
        <w:rPr>
          <w:b/>
          <w:bCs/>
          <w:i/>
          <w:iCs/>
          <w:sz w:val="18"/>
          <w:szCs w:val="18"/>
          <w:lang w:val="fr-FR"/>
        </w:rPr>
      </w:pPr>
    </w:p>
    <w:p w14:paraId="7382FAAB" w14:textId="77777777" w:rsidR="00071DA6" w:rsidRPr="001D7C89" w:rsidRDefault="00071DA6" w:rsidP="000E0D9A">
      <w:pPr>
        <w:spacing w:line="276" w:lineRule="auto"/>
        <w:rPr>
          <w:b/>
          <w:bCs/>
          <w:i/>
          <w:iCs/>
          <w:sz w:val="18"/>
          <w:szCs w:val="18"/>
          <w:lang w:val="fr-FR"/>
        </w:rPr>
      </w:pPr>
    </w:p>
    <w:p w14:paraId="44E3EAEE" w14:textId="6B561811" w:rsidR="004C3220" w:rsidRPr="0008634F" w:rsidRDefault="004C3220" w:rsidP="000E0D9A">
      <w:pPr>
        <w:spacing w:line="276" w:lineRule="auto"/>
        <w:rPr>
          <w:b/>
          <w:bCs/>
          <w:i/>
          <w:iCs/>
          <w:sz w:val="18"/>
          <w:szCs w:val="18"/>
          <w:lang w:val="fr-FR"/>
        </w:rPr>
      </w:pPr>
      <w:r w:rsidRPr="0008634F">
        <w:rPr>
          <w:b/>
          <w:bCs/>
          <w:i/>
          <w:iCs/>
          <w:sz w:val="18"/>
          <w:szCs w:val="18"/>
          <w:lang w:val="fr-FR"/>
        </w:rPr>
        <w:t>À propos de Renault Trucks</w:t>
      </w:r>
    </w:p>
    <w:p w14:paraId="76B87E5B" w14:textId="77777777" w:rsidR="004C3220" w:rsidRPr="0008634F" w:rsidRDefault="004C3220" w:rsidP="000E0D9A">
      <w:pPr>
        <w:spacing w:line="276" w:lineRule="auto"/>
        <w:rPr>
          <w:sz w:val="18"/>
          <w:szCs w:val="18"/>
          <w:lang w:val="fr-FR"/>
        </w:rPr>
      </w:pPr>
    </w:p>
    <w:p w14:paraId="1ED4575B" w14:textId="77777777" w:rsidR="004C3220" w:rsidRPr="0008634F" w:rsidRDefault="004C3220" w:rsidP="000E0D9A">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0E0D9A">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0E0D9A">
      <w:pPr>
        <w:spacing w:line="276" w:lineRule="auto"/>
        <w:rPr>
          <w:sz w:val="18"/>
          <w:szCs w:val="18"/>
          <w:lang w:val="fr-FR"/>
        </w:rPr>
      </w:pPr>
    </w:p>
    <w:p w14:paraId="3489C173" w14:textId="77777777" w:rsidR="004C3220" w:rsidRPr="0008634F" w:rsidRDefault="004C3220" w:rsidP="000E0D9A">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0E0D9A">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0E0D9A">
      <w:pPr>
        <w:spacing w:line="276" w:lineRule="auto"/>
        <w:rPr>
          <w:i/>
          <w:iCs/>
          <w:sz w:val="18"/>
          <w:szCs w:val="18"/>
          <w:lang w:val="fr-FR"/>
        </w:rPr>
      </w:pPr>
      <w:r w:rsidRPr="0008634F">
        <w:rPr>
          <w:i/>
          <w:iCs/>
          <w:sz w:val="18"/>
          <w:szCs w:val="18"/>
          <w:lang w:val="fr-FR"/>
        </w:rPr>
        <w:t>4 sites de production en France</w:t>
      </w:r>
    </w:p>
    <w:p w14:paraId="6F875ADF" w14:textId="288AE041" w:rsidR="004C3220" w:rsidRDefault="004C3220" w:rsidP="000E0D9A">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0E0D9A">
      <w:pPr>
        <w:spacing w:line="276" w:lineRule="auto"/>
        <w:rPr>
          <w:i/>
          <w:iCs/>
          <w:sz w:val="18"/>
          <w:szCs w:val="18"/>
          <w:lang w:val="fr-FR"/>
        </w:rPr>
      </w:pPr>
      <w:r>
        <w:rPr>
          <w:i/>
          <w:iCs/>
          <w:sz w:val="18"/>
          <w:szCs w:val="18"/>
        </w:rPr>
        <w:t>70</w:t>
      </w:r>
      <w:r w:rsidRPr="0008634F">
        <w:rPr>
          <w:i/>
          <w:iCs/>
          <w:sz w:val="18"/>
          <w:szCs w:val="18"/>
        </w:rPr>
        <w:t xml:space="preserve"> 000 </w:t>
      </w:r>
      <w:proofErr w:type="spellStart"/>
      <w:r w:rsidRPr="0008634F">
        <w:rPr>
          <w:i/>
          <w:iCs/>
          <w:sz w:val="18"/>
          <w:szCs w:val="18"/>
        </w:rPr>
        <w:t>véhicules</w:t>
      </w:r>
      <w:proofErr w:type="spellEnd"/>
      <w:r w:rsidRPr="0008634F">
        <w:rPr>
          <w:i/>
          <w:iCs/>
          <w:sz w:val="18"/>
          <w:szCs w:val="18"/>
        </w:rPr>
        <w:t xml:space="preserve"> </w:t>
      </w:r>
      <w:proofErr w:type="spellStart"/>
      <w:r w:rsidRPr="0008634F">
        <w:rPr>
          <w:i/>
          <w:iCs/>
          <w:sz w:val="18"/>
          <w:szCs w:val="18"/>
        </w:rPr>
        <w:t>vendus</w:t>
      </w:r>
      <w:proofErr w:type="spellEnd"/>
      <w:r w:rsidRPr="0008634F">
        <w:rPr>
          <w:i/>
          <w:iCs/>
          <w:sz w:val="18"/>
          <w:szCs w:val="18"/>
        </w:rPr>
        <w:t xml:space="preserve"> </w:t>
      </w:r>
      <w:proofErr w:type="spellStart"/>
      <w:r w:rsidRPr="0008634F">
        <w:rPr>
          <w:i/>
          <w:iCs/>
          <w:sz w:val="18"/>
          <w:szCs w:val="18"/>
        </w:rPr>
        <w:t>en</w:t>
      </w:r>
      <w:proofErr w:type="spellEnd"/>
      <w:r w:rsidRPr="0008634F">
        <w:rPr>
          <w:i/>
          <w:iCs/>
          <w:sz w:val="18"/>
          <w:szCs w:val="18"/>
        </w:rPr>
        <w:t xml:space="preserve"> 202</w:t>
      </w:r>
      <w:r w:rsidR="00AF45AB">
        <w:rPr>
          <w:i/>
          <w:iCs/>
          <w:sz w:val="18"/>
          <w:szCs w:val="18"/>
        </w:rPr>
        <w:t>3</w:t>
      </w:r>
    </w:p>
    <w:p w14:paraId="660E9B10" w14:textId="78E11411" w:rsidR="00B16A44" w:rsidRPr="006F4FA2"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E78A4" w14:paraId="66B1904C" w14:textId="77777777">
        <w:tc>
          <w:tcPr>
            <w:tcW w:w="4678" w:type="dxa"/>
          </w:tcPr>
          <w:p w14:paraId="165E440B" w14:textId="77777777" w:rsidR="004268A2" w:rsidRPr="0008634F" w:rsidRDefault="004268A2">
            <w:pPr>
              <w:rPr>
                <w:b/>
                <w:bCs/>
                <w:color w:val="E3021B" w:themeColor="text2"/>
                <w:lang w:val="fr-FR"/>
              </w:rPr>
            </w:pPr>
            <w:r>
              <w:rPr>
                <w:b/>
                <w:bCs/>
                <w:color w:val="E3021B" w:themeColor="text2"/>
                <w:lang w:val="fr-FR"/>
              </w:rPr>
              <w:t>Pour tout complément d’information :</w:t>
            </w:r>
          </w:p>
          <w:p w14:paraId="39651796" w14:textId="77777777" w:rsidR="004268A2" w:rsidRPr="0008634F" w:rsidRDefault="004268A2">
            <w:pPr>
              <w:rPr>
                <w:b/>
                <w:bCs/>
                <w:color w:val="E3021B" w:themeColor="text2"/>
                <w:lang w:val="fr-FR"/>
              </w:rPr>
            </w:pPr>
            <w:r w:rsidRPr="0008634F">
              <w:rPr>
                <w:b/>
                <w:bCs/>
                <w:color w:val="E3021B" w:themeColor="text2"/>
                <w:lang w:val="fr-FR"/>
              </w:rPr>
              <w:t xml:space="preserve"> </w:t>
            </w:r>
          </w:p>
        </w:tc>
        <w:tc>
          <w:tcPr>
            <w:tcW w:w="3815" w:type="dxa"/>
          </w:tcPr>
          <w:p w14:paraId="7646BB2B" w14:textId="77777777" w:rsidR="004268A2" w:rsidRPr="0008634F" w:rsidRDefault="004268A2">
            <w:pPr>
              <w:rPr>
                <w:b/>
                <w:bCs/>
                <w:color w:val="494949" w:themeColor="accent4"/>
              </w:rPr>
            </w:pPr>
            <w:r w:rsidRPr="0008634F">
              <w:rPr>
                <w:b/>
                <w:bCs/>
                <w:color w:val="494949" w:themeColor="accent4"/>
              </w:rPr>
              <w:t>Séveryne Molard</w:t>
            </w:r>
          </w:p>
          <w:p w14:paraId="12874D1F" w14:textId="77777777" w:rsidR="004268A2" w:rsidRPr="0008634F" w:rsidRDefault="004268A2">
            <w:pPr>
              <w:rPr>
                <w:color w:val="494949" w:themeColor="accent4"/>
              </w:rPr>
            </w:pPr>
            <w:r w:rsidRPr="0008634F">
              <w:rPr>
                <w:color w:val="494949" w:themeColor="accent4"/>
              </w:rPr>
              <w:t>Tel. +33 (0)4 81 93 09 52</w:t>
            </w:r>
          </w:p>
          <w:p w14:paraId="6BA65256" w14:textId="77777777" w:rsidR="004268A2" w:rsidRPr="003E78A4" w:rsidRDefault="004268A2">
            <w:pPr>
              <w:rPr>
                <w:color w:val="494949" w:themeColor="accent4"/>
              </w:rPr>
            </w:pPr>
            <w:hyperlink r:id="rId11" w:history="1">
              <w:r w:rsidRPr="0008634F">
                <w:rPr>
                  <w:rStyle w:val="Hyperlink"/>
                  <w:color w:val="494949" w:themeColor="accent4"/>
                </w:rPr>
                <w:t>severyne.molard@renault-trucks.com</w:t>
              </w:r>
            </w:hyperlink>
            <w:r w:rsidRPr="003E78A4">
              <w:rPr>
                <w:color w:val="494949" w:themeColor="accent4"/>
              </w:rPr>
              <w:t xml:space="preserve"> </w:t>
            </w:r>
          </w:p>
        </w:tc>
      </w:tr>
    </w:tbl>
    <w:p w14:paraId="4C15D841" w14:textId="77777777" w:rsidR="00FB0FB4" w:rsidRPr="004268A2" w:rsidRDefault="00FB0FB4" w:rsidP="00215BC6">
      <w:pPr>
        <w:spacing w:line="276" w:lineRule="auto"/>
        <w:rPr>
          <w:sz w:val="22"/>
          <w:szCs w:val="22"/>
        </w:rPr>
      </w:pPr>
    </w:p>
    <w:sectPr w:rsidR="00FB0FB4" w:rsidRPr="004268A2" w:rsidSect="00440115">
      <w:footerReference w:type="default" r:id="rId12"/>
      <w:footerReference w:type="first" r:id="rId13"/>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368D8" w14:textId="77777777" w:rsidR="00A67131" w:rsidRDefault="00A67131" w:rsidP="00D41A34">
      <w:r>
        <w:separator/>
      </w:r>
    </w:p>
  </w:endnote>
  <w:endnote w:type="continuationSeparator" w:id="0">
    <w:p w14:paraId="3D6DA773" w14:textId="77777777" w:rsidR="00A67131" w:rsidRDefault="00A67131" w:rsidP="00D41A34">
      <w:r>
        <w:continuationSeparator/>
      </w:r>
    </w:p>
  </w:endnote>
  <w:endnote w:type="continuationNotice" w:id="1">
    <w:p w14:paraId="34EF3AEF" w14:textId="77777777" w:rsidR="00A67131" w:rsidRDefault="00A67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12078A13"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1D7C89">
      <w:rPr>
        <w:bCs/>
        <w:noProof/>
      </w:rPr>
      <w:instrText>3</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1D7C89">
      <w:rPr>
        <w:bCs/>
        <w:noProof/>
      </w:rPr>
      <w:instrText>3</w:instrText>
    </w:r>
    <w:r>
      <w:rPr>
        <w:bCs/>
      </w:rPr>
      <w:fldChar w:fldCharType="end"/>
    </w:r>
    <w:r>
      <w:rPr>
        <w:bCs/>
      </w:rPr>
      <w:instrText>"</w:instrText>
    </w:r>
    <w:r w:rsidRPr="00D41A34">
      <w:rPr>
        <w:bCs/>
      </w:rPr>
      <w:instrText>renault-trucks.com</w:instrText>
    </w:r>
    <w:r>
      <w:rPr>
        <w:bCs/>
      </w:rPr>
      <w:instrText xml:space="preserve">" "" </w:instrText>
    </w:r>
    <w:r w:rsidR="001D7C89">
      <w:rPr>
        <w:bCs/>
      </w:rPr>
      <w:fldChar w:fldCharType="separate"/>
    </w:r>
    <w:r w:rsidR="001D7C89"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92B5D" w14:textId="77777777" w:rsidR="00A67131" w:rsidRPr="00F00D7B" w:rsidRDefault="00A67131" w:rsidP="00D41A34">
      <w:pPr>
        <w:rPr>
          <w:sz w:val="14"/>
          <w:szCs w:val="14"/>
        </w:rPr>
      </w:pPr>
    </w:p>
  </w:footnote>
  <w:footnote w:type="continuationSeparator" w:id="0">
    <w:p w14:paraId="1494A987" w14:textId="77777777" w:rsidR="00A67131" w:rsidRDefault="00A67131" w:rsidP="00D41A34">
      <w:r>
        <w:continuationSeparator/>
      </w:r>
    </w:p>
  </w:footnote>
  <w:footnote w:type="continuationNotice" w:id="1">
    <w:p w14:paraId="5A1CA4A9" w14:textId="77777777" w:rsidR="00A67131" w:rsidRDefault="00A671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322356"/>
    <w:multiLevelType w:val="hybridMultilevel"/>
    <w:tmpl w:val="809C7B8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3"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80B5F"/>
    <w:multiLevelType w:val="hybridMultilevel"/>
    <w:tmpl w:val="0D2831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C0360"/>
    <w:multiLevelType w:val="hybridMultilevel"/>
    <w:tmpl w:val="7164734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F279E6"/>
    <w:multiLevelType w:val="hybridMultilevel"/>
    <w:tmpl w:val="82102D4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2"/>
  </w:num>
  <w:num w:numId="12" w16cid:durableId="599603909">
    <w:abstractNumId w:val="22"/>
  </w:num>
  <w:num w:numId="13" w16cid:durableId="1408378821">
    <w:abstractNumId w:val="25"/>
  </w:num>
  <w:num w:numId="14" w16cid:durableId="433094607">
    <w:abstractNumId w:val="10"/>
  </w:num>
  <w:num w:numId="15" w16cid:durableId="684862667">
    <w:abstractNumId w:val="14"/>
  </w:num>
  <w:num w:numId="16" w16cid:durableId="1897667845">
    <w:abstractNumId w:val="27"/>
  </w:num>
  <w:num w:numId="17" w16cid:durableId="2018189348">
    <w:abstractNumId w:val="18"/>
  </w:num>
  <w:num w:numId="18" w16cid:durableId="1073040695">
    <w:abstractNumId w:val="17"/>
  </w:num>
  <w:num w:numId="19" w16cid:durableId="763384025">
    <w:abstractNumId w:val="26"/>
  </w:num>
  <w:num w:numId="20" w16cid:durableId="747922292">
    <w:abstractNumId w:val="16"/>
  </w:num>
  <w:num w:numId="21" w16cid:durableId="1339238049">
    <w:abstractNumId w:val="20"/>
  </w:num>
  <w:num w:numId="22" w16cid:durableId="1445536271">
    <w:abstractNumId w:val="19"/>
  </w:num>
  <w:num w:numId="23" w16cid:durableId="432753018">
    <w:abstractNumId w:val="13"/>
  </w:num>
  <w:num w:numId="24" w16cid:durableId="1675572202">
    <w:abstractNumId w:val="24"/>
  </w:num>
  <w:num w:numId="25" w16cid:durableId="1047989130">
    <w:abstractNumId w:val="21"/>
  </w:num>
  <w:num w:numId="26" w16cid:durableId="1325553491">
    <w:abstractNumId w:val="23"/>
  </w:num>
  <w:num w:numId="27" w16cid:durableId="1530221619">
    <w:abstractNumId w:val="11"/>
  </w:num>
  <w:num w:numId="28" w16cid:durableId="786781679">
    <w:abstractNumId w:val="28"/>
  </w:num>
  <w:num w:numId="29" w16cid:durableId="13229997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49FE"/>
    <w:rsid w:val="00005B89"/>
    <w:rsid w:val="00005FD7"/>
    <w:rsid w:val="0000707F"/>
    <w:rsid w:val="00007243"/>
    <w:rsid w:val="00011777"/>
    <w:rsid w:val="00011B7A"/>
    <w:rsid w:val="00011B8E"/>
    <w:rsid w:val="00014CBE"/>
    <w:rsid w:val="000170A5"/>
    <w:rsid w:val="000178D2"/>
    <w:rsid w:val="00017DC1"/>
    <w:rsid w:val="000222AD"/>
    <w:rsid w:val="00022E9E"/>
    <w:rsid w:val="00023344"/>
    <w:rsid w:val="00023EE8"/>
    <w:rsid w:val="00025D63"/>
    <w:rsid w:val="00027394"/>
    <w:rsid w:val="00030667"/>
    <w:rsid w:val="00031EC7"/>
    <w:rsid w:val="00032A61"/>
    <w:rsid w:val="00033941"/>
    <w:rsid w:val="00034630"/>
    <w:rsid w:val="0003530C"/>
    <w:rsid w:val="000363E4"/>
    <w:rsid w:val="00036875"/>
    <w:rsid w:val="000375A3"/>
    <w:rsid w:val="0004126A"/>
    <w:rsid w:val="00045B37"/>
    <w:rsid w:val="0004637F"/>
    <w:rsid w:val="00047A9E"/>
    <w:rsid w:val="000516A5"/>
    <w:rsid w:val="000552BE"/>
    <w:rsid w:val="00055B04"/>
    <w:rsid w:val="00056F3D"/>
    <w:rsid w:val="000607AE"/>
    <w:rsid w:val="00061139"/>
    <w:rsid w:val="00061B6C"/>
    <w:rsid w:val="00062244"/>
    <w:rsid w:val="00062B20"/>
    <w:rsid w:val="00064659"/>
    <w:rsid w:val="00064714"/>
    <w:rsid w:val="00065655"/>
    <w:rsid w:val="000669BC"/>
    <w:rsid w:val="00067DF5"/>
    <w:rsid w:val="00071668"/>
    <w:rsid w:val="00071DA6"/>
    <w:rsid w:val="0007250A"/>
    <w:rsid w:val="000750C7"/>
    <w:rsid w:val="00076E8D"/>
    <w:rsid w:val="00080AD2"/>
    <w:rsid w:val="000847FD"/>
    <w:rsid w:val="00085172"/>
    <w:rsid w:val="00085DC3"/>
    <w:rsid w:val="0008634F"/>
    <w:rsid w:val="00086726"/>
    <w:rsid w:val="00086F90"/>
    <w:rsid w:val="000874FC"/>
    <w:rsid w:val="00087537"/>
    <w:rsid w:val="00087566"/>
    <w:rsid w:val="00087A47"/>
    <w:rsid w:val="000907AF"/>
    <w:rsid w:val="00090B26"/>
    <w:rsid w:val="00091B03"/>
    <w:rsid w:val="00093D3B"/>
    <w:rsid w:val="00094830"/>
    <w:rsid w:val="000953C9"/>
    <w:rsid w:val="0009693C"/>
    <w:rsid w:val="00096FD7"/>
    <w:rsid w:val="000972C2"/>
    <w:rsid w:val="000973D7"/>
    <w:rsid w:val="000977DE"/>
    <w:rsid w:val="000977EC"/>
    <w:rsid w:val="000A0F0A"/>
    <w:rsid w:val="000A2843"/>
    <w:rsid w:val="000A3709"/>
    <w:rsid w:val="000B349C"/>
    <w:rsid w:val="000B3B17"/>
    <w:rsid w:val="000B427D"/>
    <w:rsid w:val="000B50A5"/>
    <w:rsid w:val="000B60D8"/>
    <w:rsid w:val="000B69E3"/>
    <w:rsid w:val="000C0EDA"/>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34C"/>
    <w:rsid w:val="000E24B0"/>
    <w:rsid w:val="000E277B"/>
    <w:rsid w:val="000E3745"/>
    <w:rsid w:val="000E53FD"/>
    <w:rsid w:val="000E585C"/>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2E00"/>
    <w:rsid w:val="00124CE0"/>
    <w:rsid w:val="00126772"/>
    <w:rsid w:val="00131851"/>
    <w:rsid w:val="00132512"/>
    <w:rsid w:val="001336B4"/>
    <w:rsid w:val="001370DA"/>
    <w:rsid w:val="001376BB"/>
    <w:rsid w:val="001413FE"/>
    <w:rsid w:val="00144663"/>
    <w:rsid w:val="00145AF0"/>
    <w:rsid w:val="00145C3D"/>
    <w:rsid w:val="00145DE4"/>
    <w:rsid w:val="00147DE8"/>
    <w:rsid w:val="00151643"/>
    <w:rsid w:val="00153833"/>
    <w:rsid w:val="00154AB1"/>
    <w:rsid w:val="00155679"/>
    <w:rsid w:val="00156306"/>
    <w:rsid w:val="00160347"/>
    <w:rsid w:val="00160695"/>
    <w:rsid w:val="0016263B"/>
    <w:rsid w:val="00162705"/>
    <w:rsid w:val="00162730"/>
    <w:rsid w:val="00162F78"/>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4CEE"/>
    <w:rsid w:val="001A56BB"/>
    <w:rsid w:val="001A6EC7"/>
    <w:rsid w:val="001A6FD4"/>
    <w:rsid w:val="001A7E3A"/>
    <w:rsid w:val="001B0CF3"/>
    <w:rsid w:val="001B110E"/>
    <w:rsid w:val="001B186C"/>
    <w:rsid w:val="001B591C"/>
    <w:rsid w:val="001C07FE"/>
    <w:rsid w:val="001C1CC4"/>
    <w:rsid w:val="001C52BE"/>
    <w:rsid w:val="001C52DA"/>
    <w:rsid w:val="001C60C2"/>
    <w:rsid w:val="001D0C31"/>
    <w:rsid w:val="001D3395"/>
    <w:rsid w:val="001D7C89"/>
    <w:rsid w:val="001D7E3A"/>
    <w:rsid w:val="001E2B7F"/>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8F4"/>
    <w:rsid w:val="00215BC6"/>
    <w:rsid w:val="00215D1B"/>
    <w:rsid w:val="0022114A"/>
    <w:rsid w:val="002216B4"/>
    <w:rsid w:val="002218F6"/>
    <w:rsid w:val="00221C64"/>
    <w:rsid w:val="00222DA2"/>
    <w:rsid w:val="002239C0"/>
    <w:rsid w:val="002242E6"/>
    <w:rsid w:val="00224A30"/>
    <w:rsid w:val="00225907"/>
    <w:rsid w:val="00225E89"/>
    <w:rsid w:val="00226812"/>
    <w:rsid w:val="0023050B"/>
    <w:rsid w:val="002317CC"/>
    <w:rsid w:val="002363AC"/>
    <w:rsid w:val="00236751"/>
    <w:rsid w:val="002376A4"/>
    <w:rsid w:val="00244B17"/>
    <w:rsid w:val="00246005"/>
    <w:rsid w:val="00246736"/>
    <w:rsid w:val="002529AD"/>
    <w:rsid w:val="00252AFE"/>
    <w:rsid w:val="00252B15"/>
    <w:rsid w:val="00253784"/>
    <w:rsid w:val="0025561A"/>
    <w:rsid w:val="0026400C"/>
    <w:rsid w:val="0026443C"/>
    <w:rsid w:val="002655A0"/>
    <w:rsid w:val="002655EE"/>
    <w:rsid w:val="00267BCD"/>
    <w:rsid w:val="00271E70"/>
    <w:rsid w:val="00272651"/>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29D4"/>
    <w:rsid w:val="0029377B"/>
    <w:rsid w:val="00293E0C"/>
    <w:rsid w:val="002A29E9"/>
    <w:rsid w:val="002A2EE7"/>
    <w:rsid w:val="002A36D1"/>
    <w:rsid w:val="002A3B5B"/>
    <w:rsid w:val="002B063C"/>
    <w:rsid w:val="002B2156"/>
    <w:rsid w:val="002B3705"/>
    <w:rsid w:val="002B4633"/>
    <w:rsid w:val="002B67E7"/>
    <w:rsid w:val="002B7006"/>
    <w:rsid w:val="002B77E7"/>
    <w:rsid w:val="002C0DF3"/>
    <w:rsid w:val="002C3A45"/>
    <w:rsid w:val="002C508D"/>
    <w:rsid w:val="002C5428"/>
    <w:rsid w:val="002C587E"/>
    <w:rsid w:val="002D1311"/>
    <w:rsid w:val="002D14B4"/>
    <w:rsid w:val="002D1A3B"/>
    <w:rsid w:val="002D2B35"/>
    <w:rsid w:val="002D2DE5"/>
    <w:rsid w:val="002D43DE"/>
    <w:rsid w:val="002D60B8"/>
    <w:rsid w:val="002D6F81"/>
    <w:rsid w:val="002D7681"/>
    <w:rsid w:val="002E2325"/>
    <w:rsid w:val="002E3DC8"/>
    <w:rsid w:val="002E400D"/>
    <w:rsid w:val="002E5C13"/>
    <w:rsid w:val="002E602F"/>
    <w:rsid w:val="002F05C4"/>
    <w:rsid w:val="002F1BA7"/>
    <w:rsid w:val="002F21E7"/>
    <w:rsid w:val="002F2A64"/>
    <w:rsid w:val="002F5DE8"/>
    <w:rsid w:val="002F5F04"/>
    <w:rsid w:val="002F6C66"/>
    <w:rsid w:val="002F737C"/>
    <w:rsid w:val="002F744A"/>
    <w:rsid w:val="00300175"/>
    <w:rsid w:val="003008FF"/>
    <w:rsid w:val="00300C10"/>
    <w:rsid w:val="003042E9"/>
    <w:rsid w:val="00304B81"/>
    <w:rsid w:val="00305C15"/>
    <w:rsid w:val="00305FB7"/>
    <w:rsid w:val="00311513"/>
    <w:rsid w:val="0031195B"/>
    <w:rsid w:val="003151F9"/>
    <w:rsid w:val="003152B6"/>
    <w:rsid w:val="00316134"/>
    <w:rsid w:val="0031790C"/>
    <w:rsid w:val="003211CF"/>
    <w:rsid w:val="00321D7D"/>
    <w:rsid w:val="00322369"/>
    <w:rsid w:val="003227D9"/>
    <w:rsid w:val="0032568A"/>
    <w:rsid w:val="00325C15"/>
    <w:rsid w:val="00326451"/>
    <w:rsid w:val="0032711D"/>
    <w:rsid w:val="003273F4"/>
    <w:rsid w:val="00331145"/>
    <w:rsid w:val="00331B86"/>
    <w:rsid w:val="00331EFA"/>
    <w:rsid w:val="00337986"/>
    <w:rsid w:val="00337C83"/>
    <w:rsid w:val="00340DB4"/>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56B46"/>
    <w:rsid w:val="00360692"/>
    <w:rsid w:val="00360FB6"/>
    <w:rsid w:val="003622C0"/>
    <w:rsid w:val="00363765"/>
    <w:rsid w:val="003659AE"/>
    <w:rsid w:val="00365D4E"/>
    <w:rsid w:val="00366C79"/>
    <w:rsid w:val="00370484"/>
    <w:rsid w:val="003740A1"/>
    <w:rsid w:val="00377AE0"/>
    <w:rsid w:val="00381090"/>
    <w:rsid w:val="003814CF"/>
    <w:rsid w:val="0038155F"/>
    <w:rsid w:val="0038206D"/>
    <w:rsid w:val="003823DB"/>
    <w:rsid w:val="003844B0"/>
    <w:rsid w:val="00384546"/>
    <w:rsid w:val="00385B53"/>
    <w:rsid w:val="003861D3"/>
    <w:rsid w:val="00386299"/>
    <w:rsid w:val="0038642A"/>
    <w:rsid w:val="003864AD"/>
    <w:rsid w:val="0039048C"/>
    <w:rsid w:val="00390812"/>
    <w:rsid w:val="003930A0"/>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C7F5E"/>
    <w:rsid w:val="003D02E6"/>
    <w:rsid w:val="003D1442"/>
    <w:rsid w:val="003D1883"/>
    <w:rsid w:val="003D1C7E"/>
    <w:rsid w:val="003D1FAC"/>
    <w:rsid w:val="003D5486"/>
    <w:rsid w:val="003D6D82"/>
    <w:rsid w:val="003D735B"/>
    <w:rsid w:val="003E09BB"/>
    <w:rsid w:val="003E1E14"/>
    <w:rsid w:val="003E2213"/>
    <w:rsid w:val="003E24EF"/>
    <w:rsid w:val="003E2A9B"/>
    <w:rsid w:val="003E2BA4"/>
    <w:rsid w:val="003E68CC"/>
    <w:rsid w:val="003E6A2E"/>
    <w:rsid w:val="003E6B7D"/>
    <w:rsid w:val="003E78A4"/>
    <w:rsid w:val="003F6826"/>
    <w:rsid w:val="003F7688"/>
    <w:rsid w:val="00401530"/>
    <w:rsid w:val="00401DD9"/>
    <w:rsid w:val="004022B4"/>
    <w:rsid w:val="00402B21"/>
    <w:rsid w:val="00403126"/>
    <w:rsid w:val="0040434E"/>
    <w:rsid w:val="00405758"/>
    <w:rsid w:val="00406880"/>
    <w:rsid w:val="00407743"/>
    <w:rsid w:val="00410838"/>
    <w:rsid w:val="004114E5"/>
    <w:rsid w:val="00413EAC"/>
    <w:rsid w:val="00414C94"/>
    <w:rsid w:val="00415825"/>
    <w:rsid w:val="00416BEA"/>
    <w:rsid w:val="004214B5"/>
    <w:rsid w:val="004218FA"/>
    <w:rsid w:val="00421E40"/>
    <w:rsid w:val="00421E8E"/>
    <w:rsid w:val="00425677"/>
    <w:rsid w:val="004268A2"/>
    <w:rsid w:val="0042723E"/>
    <w:rsid w:val="004274B0"/>
    <w:rsid w:val="004276D0"/>
    <w:rsid w:val="004324A8"/>
    <w:rsid w:val="00432512"/>
    <w:rsid w:val="00432DA9"/>
    <w:rsid w:val="00433406"/>
    <w:rsid w:val="004339A2"/>
    <w:rsid w:val="00433EDD"/>
    <w:rsid w:val="0043400B"/>
    <w:rsid w:val="004343C4"/>
    <w:rsid w:val="004363BE"/>
    <w:rsid w:val="00436AEE"/>
    <w:rsid w:val="00440115"/>
    <w:rsid w:val="004411EF"/>
    <w:rsid w:val="0044219E"/>
    <w:rsid w:val="00445EA8"/>
    <w:rsid w:val="0044670C"/>
    <w:rsid w:val="0044694A"/>
    <w:rsid w:val="00450F87"/>
    <w:rsid w:val="00451080"/>
    <w:rsid w:val="0045216F"/>
    <w:rsid w:val="00453DAA"/>
    <w:rsid w:val="004540B1"/>
    <w:rsid w:val="00454786"/>
    <w:rsid w:val="00457D6E"/>
    <w:rsid w:val="00461292"/>
    <w:rsid w:val="00461DC0"/>
    <w:rsid w:val="0046281F"/>
    <w:rsid w:val="00466F90"/>
    <w:rsid w:val="00467F9D"/>
    <w:rsid w:val="00470F0C"/>
    <w:rsid w:val="00470F2F"/>
    <w:rsid w:val="00471881"/>
    <w:rsid w:val="00472605"/>
    <w:rsid w:val="004728B8"/>
    <w:rsid w:val="00476D69"/>
    <w:rsid w:val="004779C7"/>
    <w:rsid w:val="00477A62"/>
    <w:rsid w:val="00477A6D"/>
    <w:rsid w:val="004802F4"/>
    <w:rsid w:val="00482720"/>
    <w:rsid w:val="00482D78"/>
    <w:rsid w:val="004839C6"/>
    <w:rsid w:val="00483B73"/>
    <w:rsid w:val="004841DB"/>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526F"/>
    <w:rsid w:val="004A66CD"/>
    <w:rsid w:val="004A69BC"/>
    <w:rsid w:val="004A6BEF"/>
    <w:rsid w:val="004A7066"/>
    <w:rsid w:val="004A78D3"/>
    <w:rsid w:val="004B0223"/>
    <w:rsid w:val="004B1B40"/>
    <w:rsid w:val="004B2121"/>
    <w:rsid w:val="004B7337"/>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E5076"/>
    <w:rsid w:val="004F00C9"/>
    <w:rsid w:val="004F1751"/>
    <w:rsid w:val="004F3076"/>
    <w:rsid w:val="004F4F7A"/>
    <w:rsid w:val="004F56DE"/>
    <w:rsid w:val="00500E28"/>
    <w:rsid w:val="005016E0"/>
    <w:rsid w:val="00504338"/>
    <w:rsid w:val="0050489D"/>
    <w:rsid w:val="00504D56"/>
    <w:rsid w:val="005059F4"/>
    <w:rsid w:val="00510E2C"/>
    <w:rsid w:val="005135E9"/>
    <w:rsid w:val="005138FA"/>
    <w:rsid w:val="0051429C"/>
    <w:rsid w:val="0051460B"/>
    <w:rsid w:val="00514EB2"/>
    <w:rsid w:val="00515BF0"/>
    <w:rsid w:val="00515C9E"/>
    <w:rsid w:val="00520551"/>
    <w:rsid w:val="0052308B"/>
    <w:rsid w:val="00525722"/>
    <w:rsid w:val="00525C49"/>
    <w:rsid w:val="00525FD5"/>
    <w:rsid w:val="00526D3F"/>
    <w:rsid w:val="00532A31"/>
    <w:rsid w:val="00535DA2"/>
    <w:rsid w:val="00535F98"/>
    <w:rsid w:val="005372B4"/>
    <w:rsid w:val="00540C16"/>
    <w:rsid w:val="005420B1"/>
    <w:rsid w:val="00544345"/>
    <w:rsid w:val="005453B5"/>
    <w:rsid w:val="00546821"/>
    <w:rsid w:val="00546A96"/>
    <w:rsid w:val="005503E7"/>
    <w:rsid w:val="00552DA1"/>
    <w:rsid w:val="005544F4"/>
    <w:rsid w:val="005560A3"/>
    <w:rsid w:val="00556BE6"/>
    <w:rsid w:val="005574C3"/>
    <w:rsid w:val="0055750A"/>
    <w:rsid w:val="005576EF"/>
    <w:rsid w:val="00557F35"/>
    <w:rsid w:val="005607D3"/>
    <w:rsid w:val="005619CE"/>
    <w:rsid w:val="005624BE"/>
    <w:rsid w:val="00563051"/>
    <w:rsid w:val="00564720"/>
    <w:rsid w:val="00566E1D"/>
    <w:rsid w:val="00570707"/>
    <w:rsid w:val="005713A5"/>
    <w:rsid w:val="005727DA"/>
    <w:rsid w:val="005732EA"/>
    <w:rsid w:val="00574039"/>
    <w:rsid w:val="005749F1"/>
    <w:rsid w:val="00574B9A"/>
    <w:rsid w:val="005760B8"/>
    <w:rsid w:val="00580A83"/>
    <w:rsid w:val="00581239"/>
    <w:rsid w:val="00581DB5"/>
    <w:rsid w:val="00582DA9"/>
    <w:rsid w:val="005876B2"/>
    <w:rsid w:val="00591AFC"/>
    <w:rsid w:val="00593CAF"/>
    <w:rsid w:val="00595557"/>
    <w:rsid w:val="005A0729"/>
    <w:rsid w:val="005A2D49"/>
    <w:rsid w:val="005A2E44"/>
    <w:rsid w:val="005A2E4D"/>
    <w:rsid w:val="005A3C0A"/>
    <w:rsid w:val="005A651B"/>
    <w:rsid w:val="005B10DA"/>
    <w:rsid w:val="005B710D"/>
    <w:rsid w:val="005C06B9"/>
    <w:rsid w:val="005C0F3F"/>
    <w:rsid w:val="005C1B87"/>
    <w:rsid w:val="005C21A6"/>
    <w:rsid w:val="005C2301"/>
    <w:rsid w:val="005C286F"/>
    <w:rsid w:val="005C2BD5"/>
    <w:rsid w:val="005C3CA2"/>
    <w:rsid w:val="005C4A43"/>
    <w:rsid w:val="005C775F"/>
    <w:rsid w:val="005C7C5A"/>
    <w:rsid w:val="005D0CC8"/>
    <w:rsid w:val="005D2735"/>
    <w:rsid w:val="005D4B80"/>
    <w:rsid w:val="005D4F10"/>
    <w:rsid w:val="005D53EB"/>
    <w:rsid w:val="005D5500"/>
    <w:rsid w:val="005D58B4"/>
    <w:rsid w:val="005E2E54"/>
    <w:rsid w:val="005E3464"/>
    <w:rsid w:val="005E373F"/>
    <w:rsid w:val="005E3CBA"/>
    <w:rsid w:val="005E49FB"/>
    <w:rsid w:val="005E5119"/>
    <w:rsid w:val="005E58A6"/>
    <w:rsid w:val="005E5CCD"/>
    <w:rsid w:val="005E5DA3"/>
    <w:rsid w:val="005E6182"/>
    <w:rsid w:val="005E6F1E"/>
    <w:rsid w:val="005F0DEE"/>
    <w:rsid w:val="005F1F97"/>
    <w:rsid w:val="005F207C"/>
    <w:rsid w:val="005F3DF7"/>
    <w:rsid w:val="005F4C07"/>
    <w:rsid w:val="005F5517"/>
    <w:rsid w:val="005F6D15"/>
    <w:rsid w:val="005F6D42"/>
    <w:rsid w:val="006015FA"/>
    <w:rsid w:val="0060172C"/>
    <w:rsid w:val="006022EC"/>
    <w:rsid w:val="006025CF"/>
    <w:rsid w:val="0060290F"/>
    <w:rsid w:val="00603969"/>
    <w:rsid w:val="00606718"/>
    <w:rsid w:val="00607B56"/>
    <w:rsid w:val="00610C88"/>
    <w:rsid w:val="006110A8"/>
    <w:rsid w:val="00612060"/>
    <w:rsid w:val="00612580"/>
    <w:rsid w:val="0061265C"/>
    <w:rsid w:val="00612778"/>
    <w:rsid w:val="006148AE"/>
    <w:rsid w:val="00616526"/>
    <w:rsid w:val="0061682B"/>
    <w:rsid w:val="0062024D"/>
    <w:rsid w:val="006255FE"/>
    <w:rsid w:val="00625621"/>
    <w:rsid w:val="0062599C"/>
    <w:rsid w:val="006261D1"/>
    <w:rsid w:val="0062731C"/>
    <w:rsid w:val="00634474"/>
    <w:rsid w:val="00635037"/>
    <w:rsid w:val="0064049B"/>
    <w:rsid w:val="00640844"/>
    <w:rsid w:val="00641324"/>
    <w:rsid w:val="0064315A"/>
    <w:rsid w:val="00643F01"/>
    <w:rsid w:val="00645920"/>
    <w:rsid w:val="00645B57"/>
    <w:rsid w:val="00646166"/>
    <w:rsid w:val="006462FB"/>
    <w:rsid w:val="006472C6"/>
    <w:rsid w:val="00647E39"/>
    <w:rsid w:val="0065086A"/>
    <w:rsid w:val="006554B5"/>
    <w:rsid w:val="006554CF"/>
    <w:rsid w:val="00655A10"/>
    <w:rsid w:val="0065608F"/>
    <w:rsid w:val="00657371"/>
    <w:rsid w:val="006601FF"/>
    <w:rsid w:val="00661B6B"/>
    <w:rsid w:val="0066408D"/>
    <w:rsid w:val="006654B5"/>
    <w:rsid w:val="00670F55"/>
    <w:rsid w:val="00671A0E"/>
    <w:rsid w:val="00672D39"/>
    <w:rsid w:val="00673FAF"/>
    <w:rsid w:val="00674AC5"/>
    <w:rsid w:val="006771B7"/>
    <w:rsid w:val="0068069E"/>
    <w:rsid w:val="00681EC3"/>
    <w:rsid w:val="00682310"/>
    <w:rsid w:val="00682EB6"/>
    <w:rsid w:val="006839F2"/>
    <w:rsid w:val="00684160"/>
    <w:rsid w:val="00684D9E"/>
    <w:rsid w:val="00684E8C"/>
    <w:rsid w:val="006851AF"/>
    <w:rsid w:val="0068671C"/>
    <w:rsid w:val="00686D26"/>
    <w:rsid w:val="00687A74"/>
    <w:rsid w:val="006907BD"/>
    <w:rsid w:val="006918F5"/>
    <w:rsid w:val="00693A2B"/>
    <w:rsid w:val="00695036"/>
    <w:rsid w:val="006967CF"/>
    <w:rsid w:val="006969D2"/>
    <w:rsid w:val="00696DC2"/>
    <w:rsid w:val="006A27A0"/>
    <w:rsid w:val="006A2E5B"/>
    <w:rsid w:val="006A4AF8"/>
    <w:rsid w:val="006A4B56"/>
    <w:rsid w:val="006A590B"/>
    <w:rsid w:val="006A7287"/>
    <w:rsid w:val="006A7406"/>
    <w:rsid w:val="006B33CA"/>
    <w:rsid w:val="006B455F"/>
    <w:rsid w:val="006B4D0E"/>
    <w:rsid w:val="006B4E66"/>
    <w:rsid w:val="006B5C7E"/>
    <w:rsid w:val="006B5EE6"/>
    <w:rsid w:val="006C01CF"/>
    <w:rsid w:val="006C0881"/>
    <w:rsid w:val="006C1D51"/>
    <w:rsid w:val="006C2B36"/>
    <w:rsid w:val="006C2F7C"/>
    <w:rsid w:val="006C372A"/>
    <w:rsid w:val="006C38F1"/>
    <w:rsid w:val="006C4385"/>
    <w:rsid w:val="006C4472"/>
    <w:rsid w:val="006C48A8"/>
    <w:rsid w:val="006C49BC"/>
    <w:rsid w:val="006C72BA"/>
    <w:rsid w:val="006C78C1"/>
    <w:rsid w:val="006D321A"/>
    <w:rsid w:val="006D3F15"/>
    <w:rsid w:val="006E27BF"/>
    <w:rsid w:val="006E369B"/>
    <w:rsid w:val="006E4FEC"/>
    <w:rsid w:val="006E50C6"/>
    <w:rsid w:val="006F003D"/>
    <w:rsid w:val="006F11EE"/>
    <w:rsid w:val="006F3E65"/>
    <w:rsid w:val="006F4FA2"/>
    <w:rsid w:val="006F5908"/>
    <w:rsid w:val="006F599E"/>
    <w:rsid w:val="007029A5"/>
    <w:rsid w:val="0070354A"/>
    <w:rsid w:val="00706AE4"/>
    <w:rsid w:val="00710E98"/>
    <w:rsid w:val="00711159"/>
    <w:rsid w:val="00711308"/>
    <w:rsid w:val="007141BA"/>
    <w:rsid w:val="007152D8"/>
    <w:rsid w:val="00720CE3"/>
    <w:rsid w:val="00723F01"/>
    <w:rsid w:val="007245E7"/>
    <w:rsid w:val="007263F1"/>
    <w:rsid w:val="00733139"/>
    <w:rsid w:val="00733B2E"/>
    <w:rsid w:val="00733EDE"/>
    <w:rsid w:val="00734E81"/>
    <w:rsid w:val="00736161"/>
    <w:rsid w:val="00740380"/>
    <w:rsid w:val="00740FB1"/>
    <w:rsid w:val="007425BB"/>
    <w:rsid w:val="00742EE3"/>
    <w:rsid w:val="00744C79"/>
    <w:rsid w:val="007450B7"/>
    <w:rsid w:val="00745989"/>
    <w:rsid w:val="00745FCF"/>
    <w:rsid w:val="00747C07"/>
    <w:rsid w:val="007510BF"/>
    <w:rsid w:val="007516C5"/>
    <w:rsid w:val="007565BF"/>
    <w:rsid w:val="00756A7B"/>
    <w:rsid w:val="00760A97"/>
    <w:rsid w:val="00760D9F"/>
    <w:rsid w:val="0076267B"/>
    <w:rsid w:val="00763651"/>
    <w:rsid w:val="00763D24"/>
    <w:rsid w:val="00763D5E"/>
    <w:rsid w:val="00764C30"/>
    <w:rsid w:val="00765184"/>
    <w:rsid w:val="0077013E"/>
    <w:rsid w:val="00771449"/>
    <w:rsid w:val="00773AE7"/>
    <w:rsid w:val="007755E3"/>
    <w:rsid w:val="00775F47"/>
    <w:rsid w:val="007764A6"/>
    <w:rsid w:val="00776EBF"/>
    <w:rsid w:val="00777522"/>
    <w:rsid w:val="0078007C"/>
    <w:rsid w:val="00782E5C"/>
    <w:rsid w:val="00783976"/>
    <w:rsid w:val="00784974"/>
    <w:rsid w:val="007854FF"/>
    <w:rsid w:val="00791BAF"/>
    <w:rsid w:val="00793997"/>
    <w:rsid w:val="00793CD4"/>
    <w:rsid w:val="0079586A"/>
    <w:rsid w:val="00797F40"/>
    <w:rsid w:val="007A0BFA"/>
    <w:rsid w:val="007A316D"/>
    <w:rsid w:val="007A46E2"/>
    <w:rsid w:val="007A492D"/>
    <w:rsid w:val="007A4F1D"/>
    <w:rsid w:val="007A57C4"/>
    <w:rsid w:val="007A6254"/>
    <w:rsid w:val="007A7970"/>
    <w:rsid w:val="007B05F3"/>
    <w:rsid w:val="007B0CEE"/>
    <w:rsid w:val="007B104A"/>
    <w:rsid w:val="007B1111"/>
    <w:rsid w:val="007B188D"/>
    <w:rsid w:val="007B2739"/>
    <w:rsid w:val="007B28D4"/>
    <w:rsid w:val="007B449F"/>
    <w:rsid w:val="007B4C70"/>
    <w:rsid w:val="007B4DAB"/>
    <w:rsid w:val="007B604B"/>
    <w:rsid w:val="007B692F"/>
    <w:rsid w:val="007B7B3A"/>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8BD"/>
    <w:rsid w:val="007E1EFA"/>
    <w:rsid w:val="007E2D78"/>
    <w:rsid w:val="007E317D"/>
    <w:rsid w:val="007E3DA0"/>
    <w:rsid w:val="007E58CC"/>
    <w:rsid w:val="007F005D"/>
    <w:rsid w:val="007F3AAF"/>
    <w:rsid w:val="007F48C1"/>
    <w:rsid w:val="007F50ED"/>
    <w:rsid w:val="007F54B0"/>
    <w:rsid w:val="007F5750"/>
    <w:rsid w:val="007F76AF"/>
    <w:rsid w:val="0080313B"/>
    <w:rsid w:val="0080431D"/>
    <w:rsid w:val="00805EFC"/>
    <w:rsid w:val="00805FAA"/>
    <w:rsid w:val="00806B38"/>
    <w:rsid w:val="00806C99"/>
    <w:rsid w:val="0081011B"/>
    <w:rsid w:val="008124BD"/>
    <w:rsid w:val="0081496D"/>
    <w:rsid w:val="00815B14"/>
    <w:rsid w:val="00816053"/>
    <w:rsid w:val="0081627D"/>
    <w:rsid w:val="0081675C"/>
    <w:rsid w:val="00816E10"/>
    <w:rsid w:val="00820009"/>
    <w:rsid w:val="00822BE2"/>
    <w:rsid w:val="0082484B"/>
    <w:rsid w:val="00830482"/>
    <w:rsid w:val="008315C8"/>
    <w:rsid w:val="00832136"/>
    <w:rsid w:val="00832E37"/>
    <w:rsid w:val="008351F0"/>
    <w:rsid w:val="00835CAE"/>
    <w:rsid w:val="00836673"/>
    <w:rsid w:val="008378E0"/>
    <w:rsid w:val="0084083A"/>
    <w:rsid w:val="00843019"/>
    <w:rsid w:val="00843BE5"/>
    <w:rsid w:val="00844956"/>
    <w:rsid w:val="00844B99"/>
    <w:rsid w:val="008478FF"/>
    <w:rsid w:val="00851BF5"/>
    <w:rsid w:val="00854723"/>
    <w:rsid w:val="00855524"/>
    <w:rsid w:val="00855C63"/>
    <w:rsid w:val="0085633D"/>
    <w:rsid w:val="00857484"/>
    <w:rsid w:val="008606BA"/>
    <w:rsid w:val="0086109A"/>
    <w:rsid w:val="008612C2"/>
    <w:rsid w:val="00863217"/>
    <w:rsid w:val="008637B4"/>
    <w:rsid w:val="0086382E"/>
    <w:rsid w:val="00864405"/>
    <w:rsid w:val="008654DE"/>
    <w:rsid w:val="008707BB"/>
    <w:rsid w:val="008728A8"/>
    <w:rsid w:val="00872F7D"/>
    <w:rsid w:val="00874BD2"/>
    <w:rsid w:val="00876360"/>
    <w:rsid w:val="00877117"/>
    <w:rsid w:val="008775BB"/>
    <w:rsid w:val="00882681"/>
    <w:rsid w:val="008839B6"/>
    <w:rsid w:val="0088404F"/>
    <w:rsid w:val="00885F39"/>
    <w:rsid w:val="00886C2A"/>
    <w:rsid w:val="008903AD"/>
    <w:rsid w:val="00890824"/>
    <w:rsid w:val="00891102"/>
    <w:rsid w:val="0089199F"/>
    <w:rsid w:val="00891CAE"/>
    <w:rsid w:val="00892EAE"/>
    <w:rsid w:val="00893A13"/>
    <w:rsid w:val="0089532C"/>
    <w:rsid w:val="00895D1B"/>
    <w:rsid w:val="008960D8"/>
    <w:rsid w:val="00897F8A"/>
    <w:rsid w:val="008A3073"/>
    <w:rsid w:val="008A416E"/>
    <w:rsid w:val="008A4589"/>
    <w:rsid w:val="008A4F41"/>
    <w:rsid w:val="008A54A8"/>
    <w:rsid w:val="008A7AD4"/>
    <w:rsid w:val="008B2081"/>
    <w:rsid w:val="008B263B"/>
    <w:rsid w:val="008B61D1"/>
    <w:rsid w:val="008B645F"/>
    <w:rsid w:val="008B6B0D"/>
    <w:rsid w:val="008C181D"/>
    <w:rsid w:val="008C190E"/>
    <w:rsid w:val="008C1B76"/>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39A"/>
    <w:rsid w:val="008F7B31"/>
    <w:rsid w:val="008F7C7B"/>
    <w:rsid w:val="00903E77"/>
    <w:rsid w:val="00906170"/>
    <w:rsid w:val="00907293"/>
    <w:rsid w:val="00910979"/>
    <w:rsid w:val="009133E4"/>
    <w:rsid w:val="0091613A"/>
    <w:rsid w:val="0091688E"/>
    <w:rsid w:val="0092074B"/>
    <w:rsid w:val="00921115"/>
    <w:rsid w:val="0093075A"/>
    <w:rsid w:val="00933A2C"/>
    <w:rsid w:val="00935EDE"/>
    <w:rsid w:val="00936FE5"/>
    <w:rsid w:val="0094312B"/>
    <w:rsid w:val="009436E4"/>
    <w:rsid w:val="00944510"/>
    <w:rsid w:val="009456C2"/>
    <w:rsid w:val="00945D6A"/>
    <w:rsid w:val="00946EA0"/>
    <w:rsid w:val="00950A74"/>
    <w:rsid w:val="00957454"/>
    <w:rsid w:val="009578B9"/>
    <w:rsid w:val="00960695"/>
    <w:rsid w:val="00960EF6"/>
    <w:rsid w:val="0096115B"/>
    <w:rsid w:val="009614AE"/>
    <w:rsid w:val="00962197"/>
    <w:rsid w:val="00963D4E"/>
    <w:rsid w:val="00963F04"/>
    <w:rsid w:val="009641CD"/>
    <w:rsid w:val="00965C0E"/>
    <w:rsid w:val="00965D2E"/>
    <w:rsid w:val="00966D6D"/>
    <w:rsid w:val="0097177B"/>
    <w:rsid w:val="00976ED9"/>
    <w:rsid w:val="0097706A"/>
    <w:rsid w:val="009779BF"/>
    <w:rsid w:val="00980898"/>
    <w:rsid w:val="00981E91"/>
    <w:rsid w:val="009829C1"/>
    <w:rsid w:val="00983272"/>
    <w:rsid w:val="00985561"/>
    <w:rsid w:val="009856A4"/>
    <w:rsid w:val="00992DD9"/>
    <w:rsid w:val="00995A5A"/>
    <w:rsid w:val="009968C5"/>
    <w:rsid w:val="009975DD"/>
    <w:rsid w:val="009A1C29"/>
    <w:rsid w:val="009A23AB"/>
    <w:rsid w:val="009A3870"/>
    <w:rsid w:val="009A4311"/>
    <w:rsid w:val="009A6456"/>
    <w:rsid w:val="009B101B"/>
    <w:rsid w:val="009B3AC9"/>
    <w:rsid w:val="009B3EBD"/>
    <w:rsid w:val="009B4137"/>
    <w:rsid w:val="009B6BEC"/>
    <w:rsid w:val="009C062E"/>
    <w:rsid w:val="009C1E24"/>
    <w:rsid w:val="009C39F9"/>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73E"/>
    <w:rsid w:val="009F6A39"/>
    <w:rsid w:val="009F6CF9"/>
    <w:rsid w:val="009F7C1E"/>
    <w:rsid w:val="00A0169C"/>
    <w:rsid w:val="00A023F3"/>
    <w:rsid w:val="00A0546E"/>
    <w:rsid w:val="00A06568"/>
    <w:rsid w:val="00A10CE9"/>
    <w:rsid w:val="00A10DD1"/>
    <w:rsid w:val="00A110A4"/>
    <w:rsid w:val="00A165CF"/>
    <w:rsid w:val="00A17049"/>
    <w:rsid w:val="00A17218"/>
    <w:rsid w:val="00A175A2"/>
    <w:rsid w:val="00A232C1"/>
    <w:rsid w:val="00A23C1C"/>
    <w:rsid w:val="00A246CF"/>
    <w:rsid w:val="00A24D95"/>
    <w:rsid w:val="00A25985"/>
    <w:rsid w:val="00A25D96"/>
    <w:rsid w:val="00A27767"/>
    <w:rsid w:val="00A304B5"/>
    <w:rsid w:val="00A30DBC"/>
    <w:rsid w:val="00A32494"/>
    <w:rsid w:val="00A419D6"/>
    <w:rsid w:val="00A41BD8"/>
    <w:rsid w:val="00A420FC"/>
    <w:rsid w:val="00A42725"/>
    <w:rsid w:val="00A45912"/>
    <w:rsid w:val="00A51075"/>
    <w:rsid w:val="00A52B84"/>
    <w:rsid w:val="00A53440"/>
    <w:rsid w:val="00A5362D"/>
    <w:rsid w:val="00A53E66"/>
    <w:rsid w:val="00A56694"/>
    <w:rsid w:val="00A614F4"/>
    <w:rsid w:val="00A62EA6"/>
    <w:rsid w:val="00A650EA"/>
    <w:rsid w:val="00A67131"/>
    <w:rsid w:val="00A67B56"/>
    <w:rsid w:val="00A67D5C"/>
    <w:rsid w:val="00A71314"/>
    <w:rsid w:val="00A72722"/>
    <w:rsid w:val="00A72FD8"/>
    <w:rsid w:val="00A73801"/>
    <w:rsid w:val="00A74638"/>
    <w:rsid w:val="00A74808"/>
    <w:rsid w:val="00A76FE8"/>
    <w:rsid w:val="00A77800"/>
    <w:rsid w:val="00A82A96"/>
    <w:rsid w:val="00A830E6"/>
    <w:rsid w:val="00A84072"/>
    <w:rsid w:val="00A8524E"/>
    <w:rsid w:val="00A85AEF"/>
    <w:rsid w:val="00A87820"/>
    <w:rsid w:val="00A87E2A"/>
    <w:rsid w:val="00AA07F2"/>
    <w:rsid w:val="00AA0B64"/>
    <w:rsid w:val="00AA0C52"/>
    <w:rsid w:val="00AA10D5"/>
    <w:rsid w:val="00AA1284"/>
    <w:rsid w:val="00AA2A2B"/>
    <w:rsid w:val="00AA5B41"/>
    <w:rsid w:val="00AA5D4D"/>
    <w:rsid w:val="00AA6E0D"/>
    <w:rsid w:val="00AA758D"/>
    <w:rsid w:val="00AB02C2"/>
    <w:rsid w:val="00AB0AAA"/>
    <w:rsid w:val="00AB251B"/>
    <w:rsid w:val="00AB2742"/>
    <w:rsid w:val="00AB3489"/>
    <w:rsid w:val="00AB5BCC"/>
    <w:rsid w:val="00AB7621"/>
    <w:rsid w:val="00AC06BB"/>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325"/>
    <w:rsid w:val="00AD4DBA"/>
    <w:rsid w:val="00AD5EAE"/>
    <w:rsid w:val="00AD6A9F"/>
    <w:rsid w:val="00AD6D77"/>
    <w:rsid w:val="00AD6ED8"/>
    <w:rsid w:val="00AD7719"/>
    <w:rsid w:val="00AD7BD7"/>
    <w:rsid w:val="00AE1E5B"/>
    <w:rsid w:val="00AE2525"/>
    <w:rsid w:val="00AE53BC"/>
    <w:rsid w:val="00AE5555"/>
    <w:rsid w:val="00AE77BF"/>
    <w:rsid w:val="00AF13D5"/>
    <w:rsid w:val="00AF214C"/>
    <w:rsid w:val="00AF45AB"/>
    <w:rsid w:val="00B00268"/>
    <w:rsid w:val="00B00924"/>
    <w:rsid w:val="00B009B3"/>
    <w:rsid w:val="00B01379"/>
    <w:rsid w:val="00B027A0"/>
    <w:rsid w:val="00B03458"/>
    <w:rsid w:val="00B052E4"/>
    <w:rsid w:val="00B06466"/>
    <w:rsid w:val="00B10484"/>
    <w:rsid w:val="00B12733"/>
    <w:rsid w:val="00B14812"/>
    <w:rsid w:val="00B15E5B"/>
    <w:rsid w:val="00B160FA"/>
    <w:rsid w:val="00B16A44"/>
    <w:rsid w:val="00B16E64"/>
    <w:rsid w:val="00B23B8A"/>
    <w:rsid w:val="00B23F50"/>
    <w:rsid w:val="00B2439C"/>
    <w:rsid w:val="00B2528A"/>
    <w:rsid w:val="00B25E03"/>
    <w:rsid w:val="00B274A9"/>
    <w:rsid w:val="00B274B0"/>
    <w:rsid w:val="00B2789D"/>
    <w:rsid w:val="00B300C1"/>
    <w:rsid w:val="00B31C1C"/>
    <w:rsid w:val="00B31CAE"/>
    <w:rsid w:val="00B32151"/>
    <w:rsid w:val="00B32F4C"/>
    <w:rsid w:val="00B35A46"/>
    <w:rsid w:val="00B373EE"/>
    <w:rsid w:val="00B42C42"/>
    <w:rsid w:val="00B46895"/>
    <w:rsid w:val="00B46C43"/>
    <w:rsid w:val="00B5099C"/>
    <w:rsid w:val="00B51123"/>
    <w:rsid w:val="00B517E9"/>
    <w:rsid w:val="00B51E89"/>
    <w:rsid w:val="00B5371D"/>
    <w:rsid w:val="00B5457B"/>
    <w:rsid w:val="00B54CD0"/>
    <w:rsid w:val="00B569AB"/>
    <w:rsid w:val="00B57CF2"/>
    <w:rsid w:val="00B62182"/>
    <w:rsid w:val="00B62ED6"/>
    <w:rsid w:val="00B6371B"/>
    <w:rsid w:val="00B6396C"/>
    <w:rsid w:val="00B643D4"/>
    <w:rsid w:val="00B6450B"/>
    <w:rsid w:val="00B64F18"/>
    <w:rsid w:val="00B66050"/>
    <w:rsid w:val="00B664A8"/>
    <w:rsid w:val="00B66A38"/>
    <w:rsid w:val="00B70970"/>
    <w:rsid w:val="00B70973"/>
    <w:rsid w:val="00B7161B"/>
    <w:rsid w:val="00B74B2C"/>
    <w:rsid w:val="00B85B1D"/>
    <w:rsid w:val="00B87362"/>
    <w:rsid w:val="00B873B9"/>
    <w:rsid w:val="00B8742D"/>
    <w:rsid w:val="00B87B50"/>
    <w:rsid w:val="00B87F5F"/>
    <w:rsid w:val="00B90B8E"/>
    <w:rsid w:val="00B90FD0"/>
    <w:rsid w:val="00B912ED"/>
    <w:rsid w:val="00B92FB1"/>
    <w:rsid w:val="00B934FD"/>
    <w:rsid w:val="00B978B9"/>
    <w:rsid w:val="00BA164B"/>
    <w:rsid w:val="00BA2B3D"/>
    <w:rsid w:val="00BA44DE"/>
    <w:rsid w:val="00BA6122"/>
    <w:rsid w:val="00BA67C8"/>
    <w:rsid w:val="00BA76BD"/>
    <w:rsid w:val="00BA7BF9"/>
    <w:rsid w:val="00BB016A"/>
    <w:rsid w:val="00BB0409"/>
    <w:rsid w:val="00BB2282"/>
    <w:rsid w:val="00BB2DCC"/>
    <w:rsid w:val="00BB2F74"/>
    <w:rsid w:val="00BB5F9E"/>
    <w:rsid w:val="00BB74AF"/>
    <w:rsid w:val="00BC08D2"/>
    <w:rsid w:val="00BC27DD"/>
    <w:rsid w:val="00BC29B3"/>
    <w:rsid w:val="00BC2EEB"/>
    <w:rsid w:val="00BC3A33"/>
    <w:rsid w:val="00BC4ABA"/>
    <w:rsid w:val="00BC64A4"/>
    <w:rsid w:val="00BD2D85"/>
    <w:rsid w:val="00BD45BC"/>
    <w:rsid w:val="00BD546A"/>
    <w:rsid w:val="00BD68F1"/>
    <w:rsid w:val="00BD7818"/>
    <w:rsid w:val="00BE179C"/>
    <w:rsid w:val="00BE268B"/>
    <w:rsid w:val="00BE2CCB"/>
    <w:rsid w:val="00BE3113"/>
    <w:rsid w:val="00BE5C12"/>
    <w:rsid w:val="00BE7E2C"/>
    <w:rsid w:val="00BF08E5"/>
    <w:rsid w:val="00BF0D4A"/>
    <w:rsid w:val="00BF1D75"/>
    <w:rsid w:val="00BF4166"/>
    <w:rsid w:val="00BF4238"/>
    <w:rsid w:val="00BF4818"/>
    <w:rsid w:val="00BF572C"/>
    <w:rsid w:val="00BF6944"/>
    <w:rsid w:val="00BF72A5"/>
    <w:rsid w:val="00BF73B9"/>
    <w:rsid w:val="00C00505"/>
    <w:rsid w:val="00C02982"/>
    <w:rsid w:val="00C03438"/>
    <w:rsid w:val="00C03F57"/>
    <w:rsid w:val="00C0704B"/>
    <w:rsid w:val="00C07CA1"/>
    <w:rsid w:val="00C10189"/>
    <w:rsid w:val="00C1050D"/>
    <w:rsid w:val="00C10E75"/>
    <w:rsid w:val="00C12346"/>
    <w:rsid w:val="00C12D66"/>
    <w:rsid w:val="00C1434C"/>
    <w:rsid w:val="00C151BE"/>
    <w:rsid w:val="00C151EE"/>
    <w:rsid w:val="00C159CF"/>
    <w:rsid w:val="00C21B90"/>
    <w:rsid w:val="00C21E6F"/>
    <w:rsid w:val="00C22E05"/>
    <w:rsid w:val="00C23C45"/>
    <w:rsid w:val="00C247EB"/>
    <w:rsid w:val="00C25FCB"/>
    <w:rsid w:val="00C2668A"/>
    <w:rsid w:val="00C30D88"/>
    <w:rsid w:val="00C31F14"/>
    <w:rsid w:val="00C3445B"/>
    <w:rsid w:val="00C349E0"/>
    <w:rsid w:val="00C35A18"/>
    <w:rsid w:val="00C35AFD"/>
    <w:rsid w:val="00C35B3F"/>
    <w:rsid w:val="00C35B4F"/>
    <w:rsid w:val="00C36B55"/>
    <w:rsid w:val="00C37F94"/>
    <w:rsid w:val="00C402AC"/>
    <w:rsid w:val="00C41E20"/>
    <w:rsid w:val="00C46BCE"/>
    <w:rsid w:val="00C506C0"/>
    <w:rsid w:val="00C53DF8"/>
    <w:rsid w:val="00C54A21"/>
    <w:rsid w:val="00C54D43"/>
    <w:rsid w:val="00C55888"/>
    <w:rsid w:val="00C57CE9"/>
    <w:rsid w:val="00C57EC4"/>
    <w:rsid w:val="00C60B42"/>
    <w:rsid w:val="00C65C48"/>
    <w:rsid w:val="00C66EF0"/>
    <w:rsid w:val="00C705EA"/>
    <w:rsid w:val="00C70675"/>
    <w:rsid w:val="00C7161E"/>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60E"/>
    <w:rsid w:val="00C8175D"/>
    <w:rsid w:val="00C82DE1"/>
    <w:rsid w:val="00C83C9E"/>
    <w:rsid w:val="00C84142"/>
    <w:rsid w:val="00C848B0"/>
    <w:rsid w:val="00C86AB1"/>
    <w:rsid w:val="00C872DC"/>
    <w:rsid w:val="00C901D8"/>
    <w:rsid w:val="00C90E41"/>
    <w:rsid w:val="00C91042"/>
    <w:rsid w:val="00C9131E"/>
    <w:rsid w:val="00C92ED3"/>
    <w:rsid w:val="00C946E6"/>
    <w:rsid w:val="00C96CC7"/>
    <w:rsid w:val="00CA292A"/>
    <w:rsid w:val="00CA2B55"/>
    <w:rsid w:val="00CA37E2"/>
    <w:rsid w:val="00CA3AF3"/>
    <w:rsid w:val="00CA4485"/>
    <w:rsid w:val="00CA7A88"/>
    <w:rsid w:val="00CB1478"/>
    <w:rsid w:val="00CB488A"/>
    <w:rsid w:val="00CB5406"/>
    <w:rsid w:val="00CC0613"/>
    <w:rsid w:val="00CC0B9F"/>
    <w:rsid w:val="00CC0CE6"/>
    <w:rsid w:val="00CC167F"/>
    <w:rsid w:val="00CC3723"/>
    <w:rsid w:val="00CC4A05"/>
    <w:rsid w:val="00CC4CE1"/>
    <w:rsid w:val="00CC537A"/>
    <w:rsid w:val="00CC643B"/>
    <w:rsid w:val="00CC69E2"/>
    <w:rsid w:val="00CC6DE8"/>
    <w:rsid w:val="00CC777C"/>
    <w:rsid w:val="00CD15F7"/>
    <w:rsid w:val="00CD166E"/>
    <w:rsid w:val="00CD44EB"/>
    <w:rsid w:val="00CD4A8B"/>
    <w:rsid w:val="00CD5356"/>
    <w:rsid w:val="00CD5A8F"/>
    <w:rsid w:val="00CD5DBF"/>
    <w:rsid w:val="00CD6910"/>
    <w:rsid w:val="00CD69F8"/>
    <w:rsid w:val="00CE176A"/>
    <w:rsid w:val="00CE178A"/>
    <w:rsid w:val="00CE178E"/>
    <w:rsid w:val="00CE4139"/>
    <w:rsid w:val="00CE77F0"/>
    <w:rsid w:val="00CF0CBC"/>
    <w:rsid w:val="00CF260D"/>
    <w:rsid w:val="00CF2B1C"/>
    <w:rsid w:val="00CF3758"/>
    <w:rsid w:val="00CF3B5E"/>
    <w:rsid w:val="00CF4853"/>
    <w:rsid w:val="00CF505A"/>
    <w:rsid w:val="00CF6F3F"/>
    <w:rsid w:val="00CF79F6"/>
    <w:rsid w:val="00D009E7"/>
    <w:rsid w:val="00D02C5D"/>
    <w:rsid w:val="00D03CC0"/>
    <w:rsid w:val="00D04D9B"/>
    <w:rsid w:val="00D0663A"/>
    <w:rsid w:val="00D07D44"/>
    <w:rsid w:val="00D13BDE"/>
    <w:rsid w:val="00D156CE"/>
    <w:rsid w:val="00D1598D"/>
    <w:rsid w:val="00D1617B"/>
    <w:rsid w:val="00D1627B"/>
    <w:rsid w:val="00D1732B"/>
    <w:rsid w:val="00D174FB"/>
    <w:rsid w:val="00D205CD"/>
    <w:rsid w:val="00D248CC"/>
    <w:rsid w:val="00D2510E"/>
    <w:rsid w:val="00D25F24"/>
    <w:rsid w:val="00D265D9"/>
    <w:rsid w:val="00D26A41"/>
    <w:rsid w:val="00D34B66"/>
    <w:rsid w:val="00D373F3"/>
    <w:rsid w:val="00D37F01"/>
    <w:rsid w:val="00D4070A"/>
    <w:rsid w:val="00D41A34"/>
    <w:rsid w:val="00D44A28"/>
    <w:rsid w:val="00D459B6"/>
    <w:rsid w:val="00D50FD4"/>
    <w:rsid w:val="00D51AA7"/>
    <w:rsid w:val="00D5226F"/>
    <w:rsid w:val="00D54C2A"/>
    <w:rsid w:val="00D54CA5"/>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6B3"/>
    <w:rsid w:val="00D735B6"/>
    <w:rsid w:val="00D73A5C"/>
    <w:rsid w:val="00D76014"/>
    <w:rsid w:val="00D76298"/>
    <w:rsid w:val="00D8161E"/>
    <w:rsid w:val="00D8161F"/>
    <w:rsid w:val="00D83A7B"/>
    <w:rsid w:val="00D85577"/>
    <w:rsid w:val="00D85EAB"/>
    <w:rsid w:val="00D8687C"/>
    <w:rsid w:val="00D902BA"/>
    <w:rsid w:val="00D9178C"/>
    <w:rsid w:val="00D94640"/>
    <w:rsid w:val="00D97469"/>
    <w:rsid w:val="00D97AE9"/>
    <w:rsid w:val="00DA2088"/>
    <w:rsid w:val="00DA27E1"/>
    <w:rsid w:val="00DA3126"/>
    <w:rsid w:val="00DA3E9A"/>
    <w:rsid w:val="00DA53E4"/>
    <w:rsid w:val="00DA7BCD"/>
    <w:rsid w:val="00DB0691"/>
    <w:rsid w:val="00DB0E0C"/>
    <w:rsid w:val="00DB0F26"/>
    <w:rsid w:val="00DB141A"/>
    <w:rsid w:val="00DC2276"/>
    <w:rsid w:val="00DC2873"/>
    <w:rsid w:val="00DC3C00"/>
    <w:rsid w:val="00DC4224"/>
    <w:rsid w:val="00DC488D"/>
    <w:rsid w:val="00DC4A8B"/>
    <w:rsid w:val="00DC4B91"/>
    <w:rsid w:val="00DC59BF"/>
    <w:rsid w:val="00DC7837"/>
    <w:rsid w:val="00DD003F"/>
    <w:rsid w:val="00DD1A17"/>
    <w:rsid w:val="00DD7AE0"/>
    <w:rsid w:val="00DE3594"/>
    <w:rsid w:val="00DE46E9"/>
    <w:rsid w:val="00DE4879"/>
    <w:rsid w:val="00DE48D3"/>
    <w:rsid w:val="00DE6041"/>
    <w:rsid w:val="00DE72B9"/>
    <w:rsid w:val="00DE7DC3"/>
    <w:rsid w:val="00DF09F6"/>
    <w:rsid w:val="00DF0A64"/>
    <w:rsid w:val="00DF196D"/>
    <w:rsid w:val="00DF2DCB"/>
    <w:rsid w:val="00DF2E4A"/>
    <w:rsid w:val="00DF2ED6"/>
    <w:rsid w:val="00DF3F91"/>
    <w:rsid w:val="00DF544C"/>
    <w:rsid w:val="00DF63E5"/>
    <w:rsid w:val="00DF6F2F"/>
    <w:rsid w:val="00E01532"/>
    <w:rsid w:val="00E02028"/>
    <w:rsid w:val="00E02186"/>
    <w:rsid w:val="00E02A07"/>
    <w:rsid w:val="00E031D2"/>
    <w:rsid w:val="00E03741"/>
    <w:rsid w:val="00E0703B"/>
    <w:rsid w:val="00E070DE"/>
    <w:rsid w:val="00E10E00"/>
    <w:rsid w:val="00E11991"/>
    <w:rsid w:val="00E14BD4"/>
    <w:rsid w:val="00E17879"/>
    <w:rsid w:val="00E21003"/>
    <w:rsid w:val="00E22988"/>
    <w:rsid w:val="00E2316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58D8"/>
    <w:rsid w:val="00E75E98"/>
    <w:rsid w:val="00E776BB"/>
    <w:rsid w:val="00E77A98"/>
    <w:rsid w:val="00E8012B"/>
    <w:rsid w:val="00E8057A"/>
    <w:rsid w:val="00E80E6B"/>
    <w:rsid w:val="00E82456"/>
    <w:rsid w:val="00E8260C"/>
    <w:rsid w:val="00E82CBB"/>
    <w:rsid w:val="00E82DA0"/>
    <w:rsid w:val="00E860F9"/>
    <w:rsid w:val="00E86966"/>
    <w:rsid w:val="00E86A1E"/>
    <w:rsid w:val="00E87790"/>
    <w:rsid w:val="00E90C79"/>
    <w:rsid w:val="00E9351B"/>
    <w:rsid w:val="00E954C8"/>
    <w:rsid w:val="00E95E9C"/>
    <w:rsid w:val="00E9667F"/>
    <w:rsid w:val="00E97594"/>
    <w:rsid w:val="00EA1DA2"/>
    <w:rsid w:val="00EA4FA8"/>
    <w:rsid w:val="00EA596C"/>
    <w:rsid w:val="00EA5E35"/>
    <w:rsid w:val="00EA642A"/>
    <w:rsid w:val="00EB16E2"/>
    <w:rsid w:val="00EB1769"/>
    <w:rsid w:val="00EB4309"/>
    <w:rsid w:val="00EB641B"/>
    <w:rsid w:val="00EB6F98"/>
    <w:rsid w:val="00EC103E"/>
    <w:rsid w:val="00EC12D4"/>
    <w:rsid w:val="00EC1CA3"/>
    <w:rsid w:val="00EC1F05"/>
    <w:rsid w:val="00EC2547"/>
    <w:rsid w:val="00EC40FA"/>
    <w:rsid w:val="00EC4202"/>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5D08"/>
    <w:rsid w:val="00EF05BA"/>
    <w:rsid w:val="00EF1B8E"/>
    <w:rsid w:val="00EF1B9B"/>
    <w:rsid w:val="00EF209B"/>
    <w:rsid w:val="00EF635B"/>
    <w:rsid w:val="00F00D7B"/>
    <w:rsid w:val="00F0107B"/>
    <w:rsid w:val="00F04613"/>
    <w:rsid w:val="00F04C82"/>
    <w:rsid w:val="00F06582"/>
    <w:rsid w:val="00F078AD"/>
    <w:rsid w:val="00F10595"/>
    <w:rsid w:val="00F10E5D"/>
    <w:rsid w:val="00F112FB"/>
    <w:rsid w:val="00F12F7E"/>
    <w:rsid w:val="00F15E77"/>
    <w:rsid w:val="00F2055B"/>
    <w:rsid w:val="00F21D21"/>
    <w:rsid w:val="00F240A7"/>
    <w:rsid w:val="00F241F0"/>
    <w:rsid w:val="00F2633E"/>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64FBA"/>
    <w:rsid w:val="00F650ED"/>
    <w:rsid w:val="00F66CEF"/>
    <w:rsid w:val="00F70191"/>
    <w:rsid w:val="00F7057F"/>
    <w:rsid w:val="00F70BBD"/>
    <w:rsid w:val="00F71524"/>
    <w:rsid w:val="00F7183F"/>
    <w:rsid w:val="00F748E3"/>
    <w:rsid w:val="00F7673B"/>
    <w:rsid w:val="00F76DB8"/>
    <w:rsid w:val="00F80B4A"/>
    <w:rsid w:val="00F82881"/>
    <w:rsid w:val="00F83E9F"/>
    <w:rsid w:val="00F84BE0"/>
    <w:rsid w:val="00F84DDD"/>
    <w:rsid w:val="00F8557C"/>
    <w:rsid w:val="00F8744B"/>
    <w:rsid w:val="00F87F9D"/>
    <w:rsid w:val="00F93AEF"/>
    <w:rsid w:val="00F9434D"/>
    <w:rsid w:val="00F95402"/>
    <w:rsid w:val="00F95998"/>
    <w:rsid w:val="00F95D7F"/>
    <w:rsid w:val="00F96273"/>
    <w:rsid w:val="00F97621"/>
    <w:rsid w:val="00FA062C"/>
    <w:rsid w:val="00FA0940"/>
    <w:rsid w:val="00FA098B"/>
    <w:rsid w:val="00FA11F0"/>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2E71"/>
    <w:rsid w:val="00FE5E2E"/>
    <w:rsid w:val="00FE6039"/>
    <w:rsid w:val="00FF3DAF"/>
    <w:rsid w:val="00FF6516"/>
    <w:rsid w:val="020C13AE"/>
    <w:rsid w:val="14097ED7"/>
    <w:rsid w:val="158B2B79"/>
    <w:rsid w:val="2274C8BF"/>
    <w:rsid w:val="22C4B802"/>
    <w:rsid w:val="3667EAF8"/>
    <w:rsid w:val="46ECB2E5"/>
    <w:rsid w:val="480BCA9D"/>
    <w:rsid w:val="593F08A4"/>
    <w:rsid w:val="600EEFB9"/>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377243097">
      <w:bodyDiv w:val="1"/>
      <w:marLeft w:val="0"/>
      <w:marRight w:val="0"/>
      <w:marTop w:val="0"/>
      <w:marBottom w:val="0"/>
      <w:divBdr>
        <w:top w:val="none" w:sz="0" w:space="0" w:color="auto"/>
        <w:left w:val="none" w:sz="0" w:space="0" w:color="auto"/>
        <w:bottom w:val="none" w:sz="0" w:space="0" w:color="auto"/>
        <w:right w:val="none" w:sz="0" w:space="0" w:color="auto"/>
      </w:divBdr>
      <w:divsChild>
        <w:div w:id="1187137948">
          <w:blockQuote w:val="1"/>
          <w:marLeft w:val="720"/>
          <w:marRight w:val="720"/>
          <w:marTop w:val="100"/>
          <w:marBottom w:val="100"/>
          <w:divBdr>
            <w:top w:val="none" w:sz="0" w:space="0" w:color="auto"/>
            <w:left w:val="none" w:sz="0" w:space="0" w:color="auto"/>
            <w:bottom w:val="none" w:sz="0" w:space="0" w:color="auto"/>
            <w:right w:val="none" w:sz="0" w:space="0" w:color="auto"/>
          </w:divBdr>
        </w:div>
        <w:div w:id="314914917">
          <w:blockQuote w:val="1"/>
          <w:marLeft w:val="720"/>
          <w:marRight w:val="720"/>
          <w:marTop w:val="100"/>
          <w:marBottom w:val="100"/>
          <w:divBdr>
            <w:top w:val="none" w:sz="0" w:space="0" w:color="auto"/>
            <w:left w:val="none" w:sz="0" w:space="0" w:color="auto"/>
            <w:bottom w:val="none" w:sz="0" w:space="0" w:color="auto"/>
            <w:right w:val="none" w:sz="0" w:space="0" w:color="auto"/>
          </w:divBdr>
        </w:div>
        <w:div w:id="4578411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1236621552">
      <w:bodyDiv w:val="1"/>
      <w:marLeft w:val="0"/>
      <w:marRight w:val="0"/>
      <w:marTop w:val="0"/>
      <w:marBottom w:val="0"/>
      <w:divBdr>
        <w:top w:val="none" w:sz="0" w:space="0" w:color="auto"/>
        <w:left w:val="none" w:sz="0" w:space="0" w:color="auto"/>
        <w:bottom w:val="none" w:sz="0" w:space="0" w:color="auto"/>
        <w:right w:val="none" w:sz="0" w:space="0" w:color="auto"/>
      </w:divBdr>
      <w:divsChild>
        <w:div w:id="20374628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786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835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127</TotalTime>
  <Pages>3</Pages>
  <Words>647</Words>
  <Characters>3691</Characters>
  <Application>Microsoft Office Word</Application>
  <DocSecurity>0</DocSecurity>
  <Lines>30</Lines>
  <Paragraphs>8</Paragraphs>
  <ScaleCrop>false</ScaleCrop>
  <Company>Renault Trucks</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133</cp:revision>
  <cp:lastPrinted>2024-04-25T22:05:00Z</cp:lastPrinted>
  <dcterms:created xsi:type="dcterms:W3CDTF">2024-11-07T10:35:00Z</dcterms:created>
  <dcterms:modified xsi:type="dcterms:W3CDTF">2025-01-13T17:12:00Z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